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7F38D" w14:textId="77777777" w:rsidR="00522E43" w:rsidRPr="00800FC9" w:rsidRDefault="00522E43" w:rsidP="00C04AE4">
      <w:pPr>
        <w:pStyle w:val="BodyText"/>
        <w:ind w:right="413"/>
        <w:jc w:val="right"/>
        <w:rPr>
          <w:rFonts w:ascii="Calibri" w:hAnsi="Calibri" w:cs="Calibri"/>
          <w:szCs w:val="22"/>
        </w:rPr>
      </w:pPr>
      <w:r w:rsidRPr="00800FC9">
        <w:rPr>
          <w:rFonts w:ascii="Calibri" w:hAnsi="Calibri" w:cs="Calibri"/>
          <w:szCs w:val="22"/>
        </w:rPr>
        <w:t>Anexa</w:t>
      </w:r>
      <w:r w:rsidR="00DF1533" w:rsidRPr="00800FC9">
        <w:rPr>
          <w:rFonts w:ascii="Calibri" w:hAnsi="Calibri" w:cs="Calibri"/>
          <w:szCs w:val="22"/>
        </w:rPr>
        <w:t xml:space="preserve"> 5</w:t>
      </w:r>
    </w:p>
    <w:p w14:paraId="40773B05" w14:textId="77777777" w:rsidR="00522E43" w:rsidRPr="00800FC9" w:rsidRDefault="00522E43" w:rsidP="001B674D">
      <w:pPr>
        <w:jc w:val="both"/>
        <w:rPr>
          <w:rFonts w:ascii="Calibri" w:hAnsi="Calibri" w:cs="Calibri"/>
          <w:b/>
          <w:szCs w:val="22"/>
        </w:rPr>
      </w:pPr>
    </w:p>
    <w:p w14:paraId="391FFDA4" w14:textId="77777777" w:rsidR="00C04AE4" w:rsidRPr="00800FC9" w:rsidRDefault="00522E43" w:rsidP="00C04AE4">
      <w:pPr>
        <w:pStyle w:val="BodyText"/>
        <w:ind w:left="2977" w:right="2182" w:hanging="850"/>
        <w:jc w:val="center"/>
        <w:rPr>
          <w:rFonts w:ascii="Calibri" w:hAnsi="Calibri" w:cs="Calibri"/>
          <w:szCs w:val="22"/>
        </w:rPr>
      </w:pPr>
      <w:r w:rsidRPr="00800FC9">
        <w:rPr>
          <w:rFonts w:ascii="Calibri" w:hAnsi="Calibri" w:cs="Calibri"/>
          <w:szCs w:val="22"/>
        </w:rPr>
        <w:t>GRILA</w:t>
      </w:r>
      <w:r w:rsidRPr="00800FC9">
        <w:rPr>
          <w:rFonts w:ascii="Calibri" w:hAnsi="Calibri" w:cs="Calibri"/>
          <w:spacing w:val="55"/>
          <w:szCs w:val="22"/>
        </w:rPr>
        <w:t xml:space="preserve"> </w:t>
      </w:r>
      <w:r w:rsidRPr="00800FC9">
        <w:rPr>
          <w:rFonts w:ascii="Calibri" w:hAnsi="Calibri" w:cs="Calibri"/>
          <w:szCs w:val="22"/>
        </w:rPr>
        <w:t>DE</w:t>
      </w:r>
      <w:r w:rsidRPr="00800FC9">
        <w:rPr>
          <w:rFonts w:ascii="Calibri" w:hAnsi="Calibri" w:cs="Calibri"/>
          <w:spacing w:val="-4"/>
          <w:szCs w:val="22"/>
        </w:rPr>
        <w:t xml:space="preserve"> </w:t>
      </w:r>
      <w:r w:rsidRPr="00800FC9">
        <w:rPr>
          <w:rFonts w:ascii="Calibri" w:hAnsi="Calibri" w:cs="Calibri"/>
          <w:szCs w:val="22"/>
        </w:rPr>
        <w:t>ANALIZĂ</w:t>
      </w:r>
      <w:r w:rsidRPr="00800FC9">
        <w:rPr>
          <w:rFonts w:ascii="Calibri" w:hAnsi="Calibri" w:cs="Calibri"/>
          <w:spacing w:val="56"/>
          <w:szCs w:val="22"/>
        </w:rPr>
        <w:t xml:space="preserve"> </w:t>
      </w:r>
      <w:r w:rsidRPr="00800FC9">
        <w:rPr>
          <w:rFonts w:ascii="Calibri" w:hAnsi="Calibri" w:cs="Calibri"/>
          <w:szCs w:val="22"/>
        </w:rPr>
        <w:t>A</w:t>
      </w:r>
      <w:r w:rsidRPr="00800FC9">
        <w:rPr>
          <w:rFonts w:ascii="Calibri" w:hAnsi="Calibri" w:cs="Calibri"/>
          <w:spacing w:val="-3"/>
          <w:szCs w:val="22"/>
        </w:rPr>
        <w:t xml:space="preserve"> </w:t>
      </w:r>
      <w:r w:rsidRPr="00800FC9">
        <w:rPr>
          <w:rFonts w:ascii="Calibri" w:hAnsi="Calibri" w:cs="Calibri"/>
          <w:szCs w:val="22"/>
        </w:rPr>
        <w:t xml:space="preserve">CONFORMITATII </w:t>
      </w:r>
      <w:r w:rsidRPr="00800FC9">
        <w:rPr>
          <w:rFonts w:ascii="Calibri" w:hAnsi="Calibri" w:cs="Calibri"/>
          <w:spacing w:val="-57"/>
          <w:szCs w:val="22"/>
        </w:rPr>
        <w:t xml:space="preserve">             </w:t>
      </w:r>
      <w:r w:rsidRPr="00800FC9">
        <w:rPr>
          <w:rFonts w:ascii="Calibri" w:hAnsi="Calibri" w:cs="Calibri"/>
          <w:szCs w:val="22"/>
        </w:rPr>
        <w:t>PROIECTULUI</w:t>
      </w:r>
      <w:r w:rsidRPr="00800FC9">
        <w:rPr>
          <w:rFonts w:ascii="Calibri" w:hAnsi="Calibri" w:cs="Calibri"/>
          <w:spacing w:val="1"/>
          <w:szCs w:val="22"/>
        </w:rPr>
        <w:t xml:space="preserve"> </w:t>
      </w:r>
      <w:r w:rsidRPr="00800FC9">
        <w:rPr>
          <w:rFonts w:ascii="Calibri" w:hAnsi="Calibri" w:cs="Calibri"/>
          <w:szCs w:val="22"/>
        </w:rPr>
        <w:t xml:space="preserve">TEHNIC </w:t>
      </w:r>
    </w:p>
    <w:p w14:paraId="1B5259B7" w14:textId="77777777" w:rsidR="00522E43" w:rsidRPr="00800FC9" w:rsidRDefault="00522E43" w:rsidP="00C04AE4">
      <w:pPr>
        <w:pStyle w:val="BodyText"/>
        <w:ind w:left="2977" w:right="2182" w:hanging="850"/>
        <w:jc w:val="center"/>
        <w:rPr>
          <w:rFonts w:ascii="Calibri" w:hAnsi="Calibri" w:cs="Calibri"/>
          <w:szCs w:val="22"/>
        </w:rPr>
      </w:pPr>
      <w:r w:rsidRPr="00800FC9">
        <w:rPr>
          <w:rFonts w:ascii="Calibri" w:hAnsi="Calibri" w:cs="Calibri"/>
          <w:szCs w:val="22"/>
        </w:rPr>
        <w:t>(PT</w:t>
      </w:r>
      <w:r w:rsidRPr="00800FC9">
        <w:rPr>
          <w:rFonts w:ascii="Calibri" w:hAnsi="Calibri" w:cs="Calibri"/>
          <w:spacing w:val="1"/>
          <w:szCs w:val="22"/>
        </w:rPr>
        <w:t xml:space="preserve"> </w:t>
      </w:r>
      <w:r w:rsidRPr="00800FC9">
        <w:rPr>
          <w:rFonts w:ascii="Calibri" w:hAnsi="Calibri" w:cs="Calibri"/>
          <w:szCs w:val="22"/>
        </w:rPr>
        <w:t>–</w:t>
      </w:r>
      <w:r w:rsidRPr="00800FC9">
        <w:rPr>
          <w:rFonts w:ascii="Calibri" w:hAnsi="Calibri" w:cs="Calibri"/>
          <w:spacing w:val="-2"/>
          <w:szCs w:val="22"/>
        </w:rPr>
        <w:t xml:space="preserve"> </w:t>
      </w:r>
      <w:r w:rsidRPr="00800FC9">
        <w:rPr>
          <w:rFonts w:ascii="Calibri" w:hAnsi="Calibri" w:cs="Calibri"/>
          <w:szCs w:val="22"/>
        </w:rPr>
        <w:t>HG 907/2016)</w:t>
      </w:r>
    </w:p>
    <w:p w14:paraId="414892DA" w14:textId="77777777" w:rsidR="00522E43" w:rsidRPr="00800FC9" w:rsidRDefault="00522E43" w:rsidP="001B674D">
      <w:pPr>
        <w:jc w:val="both"/>
        <w:rPr>
          <w:rFonts w:ascii="Calibri" w:hAnsi="Calibri" w:cs="Calibri"/>
          <w:b/>
          <w:szCs w:val="22"/>
        </w:rPr>
      </w:pPr>
    </w:p>
    <w:p w14:paraId="18369914" w14:textId="77777777" w:rsidR="00522E43" w:rsidRPr="00800FC9" w:rsidRDefault="00522E43" w:rsidP="001B674D">
      <w:pPr>
        <w:jc w:val="both"/>
        <w:rPr>
          <w:rFonts w:ascii="Calibri" w:hAnsi="Calibri" w:cs="Calibri"/>
          <w:b/>
          <w:szCs w:val="22"/>
        </w:rPr>
      </w:pPr>
    </w:p>
    <w:tbl>
      <w:tblPr>
        <w:tblW w:w="10215" w:type="dxa"/>
        <w:tblInd w:w="138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2696"/>
        <w:gridCol w:w="7519"/>
      </w:tblGrid>
      <w:tr w:rsidR="00522E43" w:rsidRPr="00800FC9" w14:paraId="3DD6ED4A" w14:textId="77777777" w:rsidTr="00E3660B">
        <w:trPr>
          <w:trHeight w:val="230"/>
        </w:trPr>
        <w:tc>
          <w:tcPr>
            <w:tcW w:w="102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B4C9E" w14:textId="77777777" w:rsidR="00522E43" w:rsidRPr="00800FC9" w:rsidRDefault="00522E43" w:rsidP="001B674D">
            <w:pPr>
              <w:pStyle w:val="TableParagraph"/>
              <w:ind w:left="2860" w:right="2852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>Programul Regiunea Centru 2021-2027</w:t>
            </w:r>
          </w:p>
        </w:tc>
      </w:tr>
      <w:tr w:rsidR="00522E43" w:rsidRPr="00800FC9" w14:paraId="4145CE2A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A09F2" w14:textId="77777777" w:rsidR="00522E43" w:rsidRPr="00800FC9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Prioritatea</w:t>
            </w:r>
            <w:r w:rsidRPr="00800FC9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="00E33130" w:rsidRPr="00800FC9">
              <w:rPr>
                <w:rFonts w:ascii="Calibri" w:hAnsi="Calibri" w:cs="Calibri"/>
                <w:sz w:val="24"/>
              </w:rPr>
              <w:t>investiții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C7AF5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522E43" w:rsidRPr="00800FC9" w14:paraId="3F84F1DB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2EDD6" w14:textId="77777777" w:rsidR="00522E43" w:rsidRPr="00800FC9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i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Acțiunea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AF6A5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522E43" w:rsidRPr="00800FC9" w14:paraId="1BCE84B6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F3732" w14:textId="77777777" w:rsidR="00522E43" w:rsidRPr="00800FC9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Titlul</w:t>
            </w:r>
            <w:r w:rsidRPr="00800FC9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cererii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="00E33130" w:rsidRPr="00800FC9">
              <w:rPr>
                <w:rFonts w:ascii="Calibri" w:hAnsi="Calibri" w:cs="Calibri"/>
                <w:sz w:val="24"/>
              </w:rPr>
              <w:t>finanțare</w:t>
            </w:r>
            <w:bookmarkStart w:id="0" w:name="_GoBack"/>
            <w:bookmarkEnd w:id="0"/>
            <w:r w:rsidRPr="00800FC9">
              <w:rPr>
                <w:rFonts w:ascii="Calibri" w:hAnsi="Calibri" w:cs="Calibri"/>
                <w:sz w:val="24"/>
              </w:rPr>
              <w:t>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574CC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522E43" w:rsidRPr="00800FC9" w14:paraId="5C3DE4EE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60259" w14:textId="77777777" w:rsidR="00522E43" w:rsidRPr="00800FC9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Nr.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apel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proiecte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4EE12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522E43" w:rsidRPr="00800FC9" w14:paraId="070AEFD0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467BC" w14:textId="77777777" w:rsidR="00522E43" w:rsidRPr="00800FC9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Cod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SMIS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C7900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522E43" w:rsidRPr="00800FC9" w14:paraId="13A080E9" w14:textId="77777777" w:rsidTr="00E3660B">
        <w:trPr>
          <w:trHeight w:val="232"/>
        </w:trPr>
        <w:tc>
          <w:tcPr>
            <w:tcW w:w="2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EA6F3" w14:textId="77777777" w:rsidR="00522E43" w:rsidRPr="00800FC9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Solicitantul:</w:t>
            </w:r>
          </w:p>
        </w:tc>
        <w:tc>
          <w:tcPr>
            <w:tcW w:w="7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78E71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0F7E27CA" w14:textId="77777777" w:rsidR="00522E43" w:rsidRPr="00800FC9" w:rsidRDefault="00522E43" w:rsidP="001B674D">
      <w:pPr>
        <w:jc w:val="both"/>
        <w:rPr>
          <w:rFonts w:ascii="Calibri" w:hAnsi="Calibri" w:cs="Calibri"/>
          <w:b/>
          <w:szCs w:val="22"/>
        </w:rPr>
      </w:pPr>
    </w:p>
    <w:tbl>
      <w:tblPr>
        <w:tblW w:w="10338" w:type="dxa"/>
        <w:tblInd w:w="114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42"/>
        <w:gridCol w:w="6194"/>
        <w:gridCol w:w="43"/>
        <w:gridCol w:w="99"/>
        <w:gridCol w:w="283"/>
        <w:gridCol w:w="43"/>
        <w:gridCol w:w="99"/>
        <w:gridCol w:w="309"/>
        <w:gridCol w:w="43"/>
        <w:gridCol w:w="99"/>
        <w:gridCol w:w="305"/>
        <w:gridCol w:w="43"/>
        <w:gridCol w:w="99"/>
        <w:gridCol w:w="1795"/>
        <w:gridCol w:w="43"/>
        <w:gridCol w:w="99"/>
      </w:tblGrid>
      <w:tr w:rsidR="00522E43" w:rsidRPr="00800FC9" w14:paraId="713C08C4" w14:textId="77777777" w:rsidTr="00C04AE4">
        <w:trPr>
          <w:gridAfter w:val="2"/>
          <w:wAfter w:w="142" w:type="dxa"/>
          <w:trHeight w:val="575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92C3F" w14:textId="77777777" w:rsidR="00522E43" w:rsidRPr="00800FC9" w:rsidRDefault="00522E43" w:rsidP="001B674D">
            <w:pPr>
              <w:pStyle w:val="TableParagraph"/>
              <w:ind w:left="165" w:right="139" w:firstLine="19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>Nr.</w:t>
            </w:r>
            <w:r w:rsidRPr="00800FC9">
              <w:rPr>
                <w:rFonts w:ascii="Calibri" w:hAnsi="Calibri" w:cs="Calibri"/>
                <w:b/>
                <w:spacing w:val="-4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crt.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3721C" w14:textId="77777777" w:rsidR="00522E43" w:rsidRPr="00800FC9" w:rsidRDefault="00522E43" w:rsidP="001B674D">
            <w:pPr>
              <w:pStyle w:val="TableParagraph"/>
              <w:ind w:left="2968" w:right="2772" w:hanging="418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>Criterii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D7484" w14:textId="77777777" w:rsidR="00522E43" w:rsidRPr="00800FC9" w:rsidRDefault="00522E43" w:rsidP="001B674D">
            <w:pPr>
              <w:pStyle w:val="TableParagraph"/>
              <w:ind w:left="110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>DA</w:t>
            </w: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BA55A" w14:textId="77777777" w:rsidR="00522E43" w:rsidRPr="00800FC9" w:rsidRDefault="00522E43" w:rsidP="001B674D">
            <w:pPr>
              <w:pStyle w:val="TableParagraph"/>
              <w:ind w:left="115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>NU</w:t>
            </w: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3266C" w14:textId="77777777" w:rsidR="00522E43" w:rsidRPr="00800FC9" w:rsidRDefault="00522E43" w:rsidP="001B674D">
            <w:pPr>
              <w:pStyle w:val="TableParagraph"/>
              <w:ind w:left="120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>NA</w:t>
            </w: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59D9B" w14:textId="77777777" w:rsidR="00522E43" w:rsidRPr="00800FC9" w:rsidRDefault="00522E43" w:rsidP="001B674D">
            <w:pPr>
              <w:pStyle w:val="TableParagraph"/>
              <w:ind w:left="588"/>
              <w:jc w:val="both"/>
              <w:rPr>
                <w:rFonts w:ascii="Calibri" w:hAnsi="Calibri" w:cs="Calibri"/>
                <w:b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Observatii</w:t>
            </w:r>
            <w:proofErr w:type="spellEnd"/>
          </w:p>
        </w:tc>
      </w:tr>
      <w:tr w:rsidR="00522E43" w:rsidRPr="00800FC9" w14:paraId="309AB6A9" w14:textId="77777777" w:rsidTr="00C04AE4">
        <w:trPr>
          <w:gridAfter w:val="2"/>
          <w:wAfter w:w="142" w:type="dxa"/>
          <w:trHeight w:val="43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7292FA8" w14:textId="77777777" w:rsidR="00522E43" w:rsidRPr="00800FC9" w:rsidRDefault="001B674D" w:rsidP="001B674D">
            <w:pPr>
              <w:pStyle w:val="TableParagraph"/>
              <w:ind w:right="263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b/>
                <w:w w:val="99"/>
                <w:sz w:val="24"/>
              </w:rPr>
              <w:t xml:space="preserve">       </w:t>
            </w:r>
            <w:r w:rsidR="00522E43" w:rsidRPr="00800FC9">
              <w:rPr>
                <w:rFonts w:ascii="Calibri" w:hAnsi="Calibri" w:cs="Calibri"/>
                <w:b/>
                <w:w w:val="99"/>
                <w:sz w:val="24"/>
              </w:rPr>
              <w:t>I</w:t>
            </w: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7215FB99" w14:textId="77777777" w:rsidR="00522E43" w:rsidRPr="00800FC9" w:rsidRDefault="00522E4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>CRITERII</w:t>
            </w:r>
            <w:r w:rsidRPr="00800FC9">
              <w:rPr>
                <w:rFonts w:ascii="Calibri" w:hAnsi="Calibri" w:cs="Calibri"/>
                <w:b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GENERALE</w:t>
            </w:r>
            <w:r w:rsidRPr="00800FC9">
              <w:rPr>
                <w:rFonts w:ascii="Calibri" w:hAnsi="Calibri" w:cs="Calibri"/>
                <w:b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PRIVIND</w:t>
            </w:r>
            <w:r w:rsidRPr="00800FC9">
              <w:rPr>
                <w:rFonts w:ascii="Calibri" w:hAnsi="Calibri" w:cs="Calibri"/>
                <w:b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CONŢINUTUL</w:t>
            </w:r>
            <w:r w:rsidRPr="00800FC9">
              <w:rPr>
                <w:rFonts w:ascii="Calibri" w:hAnsi="Calibri" w:cs="Calibri"/>
                <w:b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06205EE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5B8A6449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673622C7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</w:tcPr>
          <w:p w14:paraId="22E11977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522E43" w:rsidRPr="00800FC9" w14:paraId="1403901F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E2F5C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  <w:p w14:paraId="4A4BBE94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  <w:p w14:paraId="56DB0BA8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  <w:p w14:paraId="2C5B0858" w14:textId="77777777" w:rsidR="00522E43" w:rsidRPr="00800FC9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BE96B" w14:textId="77777777" w:rsidR="00522E43" w:rsidRPr="00800FC9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 și se respectă structura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Proiectului tehnic</w:t>
            </w:r>
            <w:r w:rsidRPr="00800FC9">
              <w:rPr>
                <w:rFonts w:ascii="Calibri" w:hAnsi="Calibri" w:cs="Calibri"/>
                <w:b/>
                <w:spacing w:val="6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conform prevederilor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legislația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vigoare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– etapa a III-a din cadrul anexei 11 la HG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907/2016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privind</w:t>
            </w:r>
            <w:r w:rsidRPr="00800FC9">
              <w:rPr>
                <w:rFonts w:ascii="Calibri" w:hAnsi="Calibri" w:cs="Calibri"/>
                <w:i/>
                <w:spacing w:val="6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etapele</w:t>
            </w:r>
            <w:r w:rsidRPr="00800FC9">
              <w:rPr>
                <w:rFonts w:ascii="Calibri" w:hAnsi="Calibri" w:cs="Calibri"/>
                <w:i/>
                <w:spacing w:val="6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de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elaborare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conţinutul</w:t>
            </w:r>
            <w:proofErr w:type="spellEnd"/>
            <w:r w:rsidRPr="00800FC9">
              <w:rPr>
                <w:rFonts w:ascii="Calibri" w:hAnsi="Calibri" w:cs="Calibri"/>
                <w:i/>
                <w:sz w:val="24"/>
              </w:rPr>
              <w:t>-cadru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al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documentaţiilor</w:t>
            </w:r>
            <w:proofErr w:type="spellEnd"/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tehnico</w:t>
            </w:r>
            <w:proofErr w:type="spellEnd"/>
            <w:r w:rsidRPr="00800FC9">
              <w:rPr>
                <w:rFonts w:ascii="Calibri" w:hAnsi="Calibri" w:cs="Calibri"/>
                <w:i/>
                <w:sz w:val="24"/>
              </w:rPr>
              <w:t>-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economice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aferente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obiectivelor/proiectelor</w:t>
            </w:r>
            <w:r w:rsidRPr="00800FC9">
              <w:rPr>
                <w:rFonts w:ascii="Calibri" w:hAnsi="Calibri" w:cs="Calibri"/>
                <w:i/>
                <w:spacing w:val="6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de</w:t>
            </w:r>
            <w:r w:rsidRPr="00800FC9">
              <w:rPr>
                <w:rFonts w:ascii="Calibri" w:hAnsi="Calibri" w:cs="Calibri"/>
                <w:i/>
                <w:spacing w:val="6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investiţii</w:t>
            </w:r>
            <w:proofErr w:type="spellEnd"/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finanţate</w:t>
            </w:r>
            <w:proofErr w:type="spellEnd"/>
            <w:r w:rsidRPr="00800FC9">
              <w:rPr>
                <w:rFonts w:ascii="Calibri" w:hAnsi="Calibri" w:cs="Calibri"/>
                <w:i/>
                <w:sz w:val="24"/>
              </w:rPr>
              <w:t xml:space="preserve"> din fonduri publice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6725B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DE7A7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C95EE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0C85E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522E43" w:rsidRPr="00800FC9" w14:paraId="70453056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CC429" w14:textId="77777777" w:rsidR="00522E43" w:rsidRPr="00800FC9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E3D00" w14:textId="77777777" w:rsidR="00522E43" w:rsidRPr="00800FC9" w:rsidRDefault="00522E43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Partea scrisă prezintă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informaţiile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generale privind obiectivul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investiţii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, conform </w:t>
            </w:r>
            <w:r w:rsidR="00800FC9" w:rsidRPr="00800FC9">
              <w:rPr>
                <w:rFonts w:ascii="Calibri" w:hAnsi="Calibri" w:cs="Calibri"/>
                <w:sz w:val="24"/>
              </w:rPr>
              <w:t>precizărilor</w:t>
            </w:r>
            <w:r w:rsidRPr="00800FC9">
              <w:rPr>
                <w:rFonts w:ascii="Calibri" w:hAnsi="Calibri" w:cs="Calibri"/>
                <w:sz w:val="24"/>
              </w:rPr>
              <w:t xml:space="preserve"> din cadrul anexei 10 la HG 907/2016:</w:t>
            </w:r>
          </w:p>
          <w:p w14:paraId="5036F640" w14:textId="77777777" w:rsidR="00522E43" w:rsidRPr="00800FC9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Denumirea obiectivului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investiţii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?</w:t>
            </w:r>
          </w:p>
          <w:p w14:paraId="6791D981" w14:textId="77777777" w:rsidR="00522E43" w:rsidRPr="00800FC9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Amplasamentul?</w:t>
            </w:r>
          </w:p>
          <w:p w14:paraId="6152050D" w14:textId="77777777" w:rsidR="00522E43" w:rsidRPr="00800FC9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Actul administrativ prin care a fost aprobat(ă), în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condiţiile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legii, studiul de fezabilitate/</w:t>
            </w:r>
            <w:r w:rsidR="00800FC9" w:rsidRPr="00800FC9">
              <w:rPr>
                <w:rFonts w:ascii="Calibri" w:hAnsi="Calibri" w:cs="Calibri"/>
                <w:sz w:val="24"/>
              </w:rPr>
              <w:t>documentația</w:t>
            </w:r>
            <w:r w:rsidRPr="00800FC9">
              <w:rPr>
                <w:rFonts w:ascii="Calibri" w:hAnsi="Calibri" w:cs="Calibri"/>
                <w:sz w:val="24"/>
              </w:rPr>
              <w:t xml:space="preserve"> de avizare a lucrărilor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intervenţii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?</w:t>
            </w:r>
          </w:p>
          <w:p w14:paraId="22989FBD" w14:textId="77777777" w:rsidR="00522E43" w:rsidRPr="00800FC9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Ordonatorul principal de credite?</w:t>
            </w:r>
          </w:p>
          <w:p w14:paraId="5434CB3C" w14:textId="77777777" w:rsidR="00522E43" w:rsidRPr="00800FC9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Investitorul?</w:t>
            </w:r>
          </w:p>
          <w:p w14:paraId="086591C5" w14:textId="77777777" w:rsidR="00522E43" w:rsidRPr="00800FC9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Beneficiarul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investiţiei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?</w:t>
            </w:r>
          </w:p>
          <w:p w14:paraId="3B95E54B" w14:textId="77777777" w:rsidR="00522E43" w:rsidRPr="00800FC9" w:rsidRDefault="00522E43" w:rsidP="001B674D">
            <w:pPr>
              <w:pStyle w:val="TableParagraph"/>
              <w:numPr>
                <w:ilvl w:val="0"/>
                <w:numId w:val="35"/>
              </w:numPr>
              <w:ind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Elaboratorul proiectului tehnic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execuţie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A46F7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1279A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92FCB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B2C74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522E43" w:rsidRPr="00800FC9" w14:paraId="5511160C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C370C" w14:textId="77777777" w:rsidR="00522E43" w:rsidRPr="00800FC9" w:rsidRDefault="00522E4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89F1A" w14:textId="77777777" w:rsidR="00273596" w:rsidRPr="00800FC9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Sunt prezentate informații privind prezentarea scenariului/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opţiunii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aprobat(e) în cadrul studiului de fezabilitate/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documentaţiei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avizare a lucrărilor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intervenţii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(parte din memoriul tehnic general), conform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continutui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-cadru al PT reglementat prin HG 907/2016, care </w:t>
            </w:r>
            <w:r w:rsidR="00800FC9" w:rsidRPr="00800FC9">
              <w:rPr>
                <w:rFonts w:ascii="Calibri" w:hAnsi="Calibri" w:cs="Calibri"/>
                <w:sz w:val="24"/>
              </w:rPr>
              <w:t>menționează</w:t>
            </w:r>
            <w:r w:rsidRPr="00800FC9">
              <w:rPr>
                <w:rFonts w:ascii="Calibri" w:hAnsi="Calibri" w:cs="Calibri"/>
                <w:sz w:val="24"/>
              </w:rPr>
              <w:t>:</w:t>
            </w:r>
          </w:p>
          <w:p w14:paraId="32BC76D2" w14:textId="77777777" w:rsidR="00273596" w:rsidRPr="00800FC9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-</w:t>
            </w:r>
            <w:r w:rsidRPr="00800FC9">
              <w:rPr>
                <w:rFonts w:ascii="Calibri" w:hAnsi="Calibri" w:cs="Calibri"/>
                <w:sz w:val="24"/>
              </w:rPr>
              <w:tab/>
            </w:r>
            <w:r w:rsidR="00800FC9" w:rsidRPr="00800FC9">
              <w:rPr>
                <w:rFonts w:ascii="Calibri" w:hAnsi="Calibri" w:cs="Calibri"/>
                <w:sz w:val="24"/>
              </w:rPr>
              <w:t>Particularitățile</w:t>
            </w:r>
            <w:r w:rsidRPr="00800FC9">
              <w:rPr>
                <w:rFonts w:ascii="Calibri" w:hAnsi="Calibri" w:cs="Calibri"/>
                <w:sz w:val="24"/>
              </w:rPr>
              <w:t xml:space="preserve"> amplasamentului ?</w:t>
            </w:r>
          </w:p>
          <w:p w14:paraId="03272FFB" w14:textId="77777777" w:rsidR="00522E43" w:rsidRPr="00800FC9" w:rsidRDefault="00273596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-</w:t>
            </w:r>
            <w:r w:rsidRPr="00800FC9">
              <w:rPr>
                <w:rFonts w:ascii="Calibri" w:hAnsi="Calibri" w:cs="Calibri"/>
                <w:sz w:val="24"/>
              </w:rPr>
              <w:tab/>
            </w:r>
            <w:r w:rsidR="00800FC9" w:rsidRPr="00800FC9">
              <w:rPr>
                <w:rFonts w:ascii="Calibri" w:hAnsi="Calibri" w:cs="Calibri"/>
                <w:sz w:val="24"/>
              </w:rPr>
              <w:t>Soluția</w:t>
            </w:r>
            <w:r w:rsidRPr="00800FC9">
              <w:rPr>
                <w:rFonts w:ascii="Calibri" w:hAnsi="Calibri" w:cs="Calibri"/>
                <w:sz w:val="24"/>
              </w:rPr>
              <w:t xml:space="preserve"> tehnic</w:t>
            </w:r>
            <w:r w:rsidR="00800FC9" w:rsidRPr="00800FC9">
              <w:rPr>
                <w:rFonts w:ascii="Calibri" w:hAnsi="Calibri" w:cs="Calibri"/>
                <w:sz w:val="24"/>
              </w:rPr>
              <w:t>ă</w:t>
            </w:r>
            <w:r w:rsidRPr="00800FC9">
              <w:rPr>
                <w:rFonts w:ascii="Calibri" w:hAnsi="Calibri" w:cs="Calibri"/>
                <w:sz w:val="24"/>
              </w:rPr>
              <w:t xml:space="preserve">, inclusiv organizarea de </w:t>
            </w:r>
            <w:r w:rsidR="00800FC9" w:rsidRPr="00800FC9">
              <w:rPr>
                <w:rFonts w:ascii="Calibri" w:hAnsi="Calibri" w:cs="Calibri"/>
                <w:sz w:val="24"/>
              </w:rPr>
              <w:t>șantier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73EC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3E001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56AD8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0AA47" w14:textId="77777777" w:rsidR="00522E43" w:rsidRPr="00800FC9" w:rsidRDefault="00522E4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273596" w:rsidRPr="00800FC9" w14:paraId="324DCF94" w14:textId="77777777" w:rsidTr="00C04AE4">
        <w:trPr>
          <w:gridAfter w:val="2"/>
          <w:wAfter w:w="142" w:type="dxa"/>
          <w:trHeight w:val="95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7A34E" w14:textId="77777777" w:rsidR="00273596" w:rsidRPr="00800FC9" w:rsidRDefault="00273596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08BC0" w14:textId="77777777" w:rsidR="00273596" w:rsidRPr="00800FC9" w:rsidRDefault="00273596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Există </w:t>
            </w:r>
            <w:r w:rsidRPr="00800FC9">
              <w:rPr>
                <w:rFonts w:ascii="Calibri" w:hAnsi="Calibri" w:cs="Calibri"/>
                <w:b/>
                <w:sz w:val="24"/>
              </w:rPr>
              <w:t xml:space="preserve">Memoriul de arhitectura </w:t>
            </w:r>
            <w:r w:rsidRPr="00800FC9">
              <w:rPr>
                <w:rFonts w:ascii="Calibri" w:hAnsi="Calibri" w:cs="Calibri"/>
                <w:sz w:val="24"/>
              </w:rPr>
              <w:t xml:space="preserve">care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conţine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descrierea lucrărilor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arhitectură,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precizarea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echipării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dotării</w:t>
            </w:r>
            <w:r w:rsidRPr="00800FC9">
              <w:rPr>
                <w:rFonts w:ascii="Calibri" w:hAnsi="Calibri" w:cs="Calibri"/>
                <w:spacing w:val="6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specifice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funcţiunii</w:t>
            </w:r>
            <w:proofErr w:type="spellEnd"/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E293A" w14:textId="77777777" w:rsidR="00273596" w:rsidRPr="00800FC9" w:rsidRDefault="00273596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0863E" w14:textId="77777777" w:rsidR="00273596" w:rsidRPr="00800FC9" w:rsidRDefault="00273596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AA8C7" w14:textId="77777777" w:rsidR="00273596" w:rsidRPr="00800FC9" w:rsidRDefault="00273596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9B33C" w14:textId="77777777" w:rsidR="00273596" w:rsidRPr="00800FC9" w:rsidRDefault="00273596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7F38F83B" w14:textId="77777777" w:rsidTr="00C04AE4">
        <w:trPr>
          <w:gridAfter w:val="2"/>
          <w:wAfter w:w="142" w:type="dxa"/>
          <w:trHeight w:val="24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11EE1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A8DD6" w14:textId="77777777" w:rsidR="009F75B4" w:rsidRPr="00800FC9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Memorii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corespondente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domeniilor/subdomeniilor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-58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construcţii</w:t>
            </w:r>
            <w:proofErr w:type="spellEnd"/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(structura,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drumuri,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terasamente,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="00800FC9" w:rsidRPr="00800FC9">
              <w:rPr>
                <w:rFonts w:ascii="Calibri" w:hAnsi="Calibri" w:cs="Calibri"/>
                <w:sz w:val="24"/>
              </w:rPr>
              <w:t xml:space="preserve">amenajări 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="00800FC9" w:rsidRPr="00800FC9">
              <w:rPr>
                <w:rFonts w:ascii="Calibri" w:hAnsi="Calibri" w:cs="Calibri"/>
                <w:spacing w:val="-58"/>
                <w:sz w:val="24"/>
              </w:rPr>
              <w:t xml:space="preserve">      </w:t>
            </w:r>
            <w:r w:rsidRPr="00800FC9">
              <w:rPr>
                <w:rFonts w:ascii="Calibri" w:hAnsi="Calibri" w:cs="Calibri"/>
                <w:sz w:val="24"/>
              </w:rPr>
              <w:t xml:space="preserve">exterioare,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amenajari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hidrotehnice, etc –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dupa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caz) cu precizarea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caracteristicilor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amplasamentului,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sistemului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structural,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materialelor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utilizate,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prevederilor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calcul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structural,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prevederilor cu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privire la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exigentele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esentiale</w:t>
            </w:r>
            <w:proofErr w:type="spellEnd"/>
            <w:r w:rsidRPr="00800FC9">
              <w:rPr>
                <w:rFonts w:ascii="Calibri" w:hAnsi="Calibri" w:cs="Calibri"/>
                <w:spacing w:val="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FF407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18D9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23DB6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571E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28CC8C1C" w14:textId="77777777" w:rsidTr="00C04AE4">
        <w:trPr>
          <w:gridAfter w:val="2"/>
          <w:wAfter w:w="142" w:type="dxa"/>
          <w:trHeight w:val="47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7E393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246DC" w14:textId="77777777" w:rsidR="009F75B4" w:rsidRPr="00800FC9" w:rsidRDefault="009F75B4" w:rsidP="00800FC9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</w:t>
            </w:r>
            <w:r w:rsidRPr="00800FC9">
              <w:rPr>
                <w:rFonts w:ascii="Calibri" w:hAnsi="Calibri" w:cs="Calibri"/>
                <w:spacing w:val="6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Memorii</w:t>
            </w:r>
            <w:r w:rsidRPr="00800FC9">
              <w:rPr>
                <w:rFonts w:ascii="Calibri" w:hAnsi="Calibri" w:cs="Calibri"/>
                <w:b/>
                <w:spacing w:val="6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corespondente</w:t>
            </w:r>
            <w:r w:rsidRPr="00800FC9">
              <w:rPr>
                <w:rFonts w:ascii="Calibri" w:hAnsi="Calibri" w:cs="Calibri"/>
                <w:b/>
                <w:spacing w:val="65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specialităţilor</w:t>
            </w:r>
            <w:proofErr w:type="spellEnd"/>
            <w:r w:rsidRPr="00800FC9">
              <w:rPr>
                <w:rFonts w:ascii="Calibri" w:hAnsi="Calibri" w:cs="Calibri"/>
                <w:b/>
                <w:spacing w:val="6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6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instalaţii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5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="00800FC9">
              <w:rPr>
                <w:rFonts w:ascii="Calibri" w:hAnsi="Calibri" w:cs="Calibri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precizarea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echipării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dotării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specifice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funcţiunii</w:t>
            </w:r>
            <w:proofErr w:type="spellEnd"/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53233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3A4E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AB5C6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C1DB6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0AC55F35" w14:textId="77777777" w:rsidTr="00C04AE4">
        <w:trPr>
          <w:gridAfter w:val="2"/>
          <w:wAfter w:w="142" w:type="dxa"/>
          <w:trHeight w:val="91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7E278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7ED55" w14:textId="77777777" w:rsidR="009F75B4" w:rsidRPr="00800FC9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Există </w:t>
            </w:r>
            <w:r w:rsidRPr="00800FC9">
              <w:rPr>
                <w:rFonts w:ascii="Calibri" w:hAnsi="Calibri" w:cs="Calibri"/>
                <w:b/>
                <w:sz w:val="24"/>
              </w:rPr>
              <w:t xml:space="preserve">Breviarele de calcul </w:t>
            </w:r>
            <w:r w:rsidRPr="00800FC9">
              <w:rPr>
                <w:rFonts w:ascii="Calibri" w:hAnsi="Calibri" w:cs="Calibri"/>
                <w:sz w:val="24"/>
              </w:rPr>
              <w:t>pentru dimensionarea elementelor 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construcţii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instalaţii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 elaborate pentru fiecare element 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construcţie</w:t>
            </w:r>
            <w:proofErr w:type="spellEnd"/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 parte,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 care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precizeaza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:</w:t>
            </w:r>
          </w:p>
          <w:p w14:paraId="51C8CA9E" w14:textId="77777777" w:rsidR="009F75B4" w:rsidRPr="00800FC9" w:rsidRDefault="009F75B4" w:rsidP="00744863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încărcările</w:t>
            </w:r>
            <w:r w:rsidRPr="00800FC9">
              <w:rPr>
                <w:rFonts w:ascii="Calibri" w:hAnsi="Calibri" w:cs="Calibri"/>
                <w:spacing w:val="35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3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ipotezele</w:t>
            </w:r>
            <w:r w:rsidRPr="00800FC9">
              <w:rPr>
                <w:rFonts w:ascii="Calibri" w:hAnsi="Calibri" w:cs="Calibri"/>
                <w:spacing w:val="3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3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calcul,</w:t>
            </w:r>
            <w:r w:rsidRPr="00800FC9">
              <w:rPr>
                <w:rFonts w:ascii="Calibri" w:hAnsi="Calibri" w:cs="Calibri"/>
                <w:spacing w:val="34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combinaţiile</w:t>
            </w:r>
            <w:proofErr w:type="spellEnd"/>
            <w:r w:rsidRPr="00800FC9">
              <w:rPr>
                <w:rFonts w:ascii="Calibri" w:hAnsi="Calibri" w:cs="Calibri"/>
                <w:spacing w:val="3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3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calcul,</w:t>
            </w:r>
            <w:r w:rsidR="00800FC9">
              <w:rPr>
                <w:rFonts w:ascii="Calibri" w:hAnsi="Calibri" w:cs="Calibri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metodologia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calcul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  <w:p w14:paraId="1F11E93D" w14:textId="77777777" w:rsidR="009F75B4" w:rsidRPr="00800FC9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verificările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dimensionările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  <w:p w14:paraId="0D2D9AD6" w14:textId="77777777" w:rsidR="009F75B4" w:rsidRPr="00800FC9" w:rsidRDefault="009F75B4" w:rsidP="001B674D">
            <w:pPr>
              <w:pStyle w:val="TableParagraph"/>
              <w:numPr>
                <w:ilvl w:val="0"/>
                <w:numId w:val="36"/>
              </w:numPr>
              <w:tabs>
                <w:tab w:val="left" w:pos="812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programele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calcul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utilizate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9B6C5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571CC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B4480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FAE7A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57968E8A" w14:textId="77777777" w:rsidTr="00C04AE4">
        <w:trPr>
          <w:gridAfter w:val="2"/>
          <w:wAfter w:w="142" w:type="dxa"/>
          <w:trHeight w:val="86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22269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EEBCA" w14:textId="77777777" w:rsidR="009F75B4" w:rsidRPr="00800FC9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Sunt întocmite </w:t>
            </w:r>
            <w:r w:rsidRPr="00800FC9">
              <w:rPr>
                <w:rFonts w:ascii="Calibri" w:hAnsi="Calibri" w:cs="Calibri"/>
                <w:b/>
                <w:sz w:val="24"/>
              </w:rPr>
              <w:t xml:space="preserve">caietele de sarcini </w:t>
            </w:r>
            <w:r w:rsidRPr="00800FC9">
              <w:rPr>
                <w:rFonts w:ascii="Calibri" w:hAnsi="Calibri" w:cs="Calibri"/>
                <w:sz w:val="24"/>
              </w:rPr>
              <w:t>pentru fiecare specialitate, cu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respectarea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precizarilor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capitolul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IV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Caiete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de</w:t>
            </w:r>
            <w:r w:rsidRPr="00800FC9">
              <w:rPr>
                <w:rFonts w:ascii="Calibri" w:hAnsi="Calibri" w:cs="Calibri"/>
                <w:i/>
                <w:spacing w:val="6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sarcini,</w:t>
            </w:r>
            <w:r w:rsidRPr="00800FC9">
              <w:rPr>
                <w:rFonts w:ascii="Calibri" w:hAnsi="Calibri" w:cs="Calibri"/>
                <w:i/>
                <w:spacing w:val="-58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sectiunea</w:t>
            </w:r>
            <w:proofErr w:type="spellEnd"/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A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Părti</w:t>
            </w:r>
            <w:proofErr w:type="spellEnd"/>
            <w:r w:rsidRPr="00800FC9">
              <w:rPr>
                <w:rFonts w:ascii="Calibri" w:hAnsi="Calibri" w:cs="Calibri"/>
                <w:i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scrise,</w:t>
            </w:r>
            <w:r w:rsidRPr="00800FC9">
              <w:rPr>
                <w:rFonts w:ascii="Calibri" w:hAnsi="Calibri" w:cs="Calibri"/>
                <w:i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din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cadrul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anexei 10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la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HG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86F77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8DBD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7402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582C5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5AC0E916" w14:textId="77777777" w:rsidTr="00C04AE4">
        <w:trPr>
          <w:gridAfter w:val="2"/>
          <w:wAfter w:w="142" w:type="dxa"/>
          <w:trHeight w:val="85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72F35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CD62" w14:textId="77777777" w:rsidR="009F75B4" w:rsidRPr="00800FC9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>Caietele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sarcini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descriu,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fara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restrictive,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lucrările,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materialele, utilajele, echipamentele tehnologice, etc   prevăzute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cadrul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fiecărui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specialitate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 parte?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60D3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6681A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474DA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3AD01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60DBDE65" w14:textId="77777777" w:rsidTr="00C04AE4">
        <w:trPr>
          <w:gridAfter w:val="2"/>
          <w:wAfter w:w="142" w:type="dxa"/>
          <w:trHeight w:val="695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AD639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90B64" w14:textId="77777777" w:rsidR="009F75B4" w:rsidRPr="00800FC9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centralizatorul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cheltuielilor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pe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obiectiv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investiţie</w:t>
            </w:r>
            <w:proofErr w:type="spellEnd"/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(Formularul F1)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intocmit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conform modelului din anexa 10 la HG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907/2016,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mentioneaza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valorile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cheltuielilor?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6EE7E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83894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F79AE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BE20D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0A76C68D" w14:textId="77777777" w:rsidTr="00C04AE4">
        <w:trPr>
          <w:gridAfter w:val="2"/>
          <w:wAfter w:w="142" w:type="dxa"/>
          <w:trHeight w:val="1060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FA214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9CDDB" w14:textId="77777777" w:rsidR="009F75B4" w:rsidRPr="00800FC9" w:rsidRDefault="009F75B4" w:rsidP="00800FC9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</w:t>
            </w:r>
            <w:r w:rsidRPr="00800FC9">
              <w:rPr>
                <w:rFonts w:ascii="Calibri" w:hAnsi="Calibri" w:cs="Calibri"/>
                <w:spacing w:val="2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centralizatoarele</w:t>
            </w:r>
            <w:r w:rsidRPr="00800FC9">
              <w:rPr>
                <w:rFonts w:ascii="Calibri" w:hAnsi="Calibri" w:cs="Calibri"/>
                <w:b/>
                <w:spacing w:val="2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cheltuielilor</w:t>
            </w:r>
            <w:r w:rsidRPr="00800FC9">
              <w:rPr>
                <w:rFonts w:ascii="Calibri" w:hAnsi="Calibri" w:cs="Calibri"/>
                <w:b/>
                <w:spacing w:val="2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pe</w:t>
            </w:r>
            <w:r w:rsidRPr="00800FC9">
              <w:rPr>
                <w:rFonts w:ascii="Calibri" w:hAnsi="Calibri" w:cs="Calibri"/>
                <w:b/>
                <w:spacing w:val="2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categorii</w:t>
            </w:r>
            <w:r w:rsidRPr="00800FC9">
              <w:rPr>
                <w:rFonts w:ascii="Calibri" w:hAnsi="Calibri" w:cs="Calibri"/>
                <w:b/>
                <w:spacing w:val="2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2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lucrări,</w:t>
            </w:r>
            <w:r w:rsidRPr="00800FC9">
              <w:rPr>
                <w:rFonts w:ascii="Calibri" w:hAnsi="Calibri" w:cs="Calibri"/>
                <w:b/>
                <w:spacing w:val="2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pe</w:t>
            </w:r>
            <w:r w:rsidRPr="00800FC9">
              <w:rPr>
                <w:rFonts w:ascii="Calibri" w:hAnsi="Calibri" w:cs="Calibri"/>
                <w:b/>
                <w:spacing w:val="-5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obiecte</w:t>
            </w:r>
            <w:r w:rsidRPr="00800FC9">
              <w:rPr>
                <w:rFonts w:ascii="Calibri" w:hAnsi="Calibri" w:cs="Calibri"/>
                <w:b/>
                <w:spacing w:val="2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(Formularele</w:t>
            </w:r>
            <w:r w:rsidRPr="00800FC9">
              <w:rPr>
                <w:rFonts w:ascii="Calibri" w:hAnsi="Calibri" w:cs="Calibri"/>
                <w:spacing w:val="1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F2),</w:t>
            </w:r>
            <w:r w:rsidRPr="00800FC9">
              <w:rPr>
                <w:rFonts w:ascii="Calibri" w:hAnsi="Calibri" w:cs="Calibri"/>
                <w:spacing w:val="19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intocmite</w:t>
            </w:r>
            <w:proofErr w:type="spellEnd"/>
            <w:r w:rsidRPr="00800FC9">
              <w:rPr>
                <w:rFonts w:ascii="Calibri" w:hAnsi="Calibri" w:cs="Calibri"/>
                <w:spacing w:val="1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conform</w:t>
            </w:r>
            <w:r w:rsidRPr="00800FC9">
              <w:rPr>
                <w:rFonts w:ascii="Calibri" w:hAnsi="Calibri" w:cs="Calibri"/>
                <w:spacing w:val="2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modelului</w:t>
            </w:r>
            <w:r w:rsidRPr="00800FC9">
              <w:rPr>
                <w:rFonts w:ascii="Calibri" w:hAnsi="Calibri" w:cs="Calibri"/>
                <w:spacing w:val="1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din</w:t>
            </w:r>
            <w:r w:rsidRPr="00800FC9">
              <w:rPr>
                <w:rFonts w:ascii="Calibri" w:hAnsi="Calibri" w:cs="Calibri"/>
                <w:spacing w:val="1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anexa</w:t>
            </w:r>
            <w:r w:rsidR="00800FC9">
              <w:rPr>
                <w:rFonts w:ascii="Calibri" w:hAnsi="Calibri" w:cs="Calibri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10</w:t>
            </w:r>
            <w:r w:rsidRPr="00800FC9">
              <w:rPr>
                <w:rFonts w:ascii="Calibri" w:hAnsi="Calibri" w:cs="Calibri"/>
                <w:spacing w:val="4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la</w:t>
            </w:r>
            <w:r w:rsidRPr="00800FC9">
              <w:rPr>
                <w:rFonts w:ascii="Calibri" w:hAnsi="Calibri" w:cs="Calibri"/>
                <w:spacing w:val="4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HG</w:t>
            </w:r>
            <w:r w:rsidRPr="00800FC9">
              <w:rPr>
                <w:rFonts w:ascii="Calibri" w:hAnsi="Calibri" w:cs="Calibri"/>
                <w:spacing w:val="4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907/2016,</w:t>
            </w:r>
            <w:r w:rsidRPr="00800FC9">
              <w:rPr>
                <w:rFonts w:ascii="Calibri" w:hAnsi="Calibri" w:cs="Calibri"/>
                <w:spacing w:val="4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</w:t>
            </w:r>
            <w:r w:rsidRPr="00800FC9">
              <w:rPr>
                <w:rFonts w:ascii="Calibri" w:hAnsi="Calibri" w:cs="Calibri"/>
                <w:spacing w:val="4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4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se</w:t>
            </w:r>
            <w:r w:rsidRPr="00800FC9">
              <w:rPr>
                <w:rFonts w:ascii="Calibri" w:hAnsi="Calibri" w:cs="Calibri"/>
                <w:spacing w:val="4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mentioneaza</w:t>
            </w:r>
            <w:proofErr w:type="spellEnd"/>
            <w:r w:rsidRPr="00800FC9">
              <w:rPr>
                <w:rFonts w:ascii="Calibri" w:hAnsi="Calibri" w:cs="Calibri"/>
                <w:spacing w:val="4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preturile</w:t>
            </w:r>
            <w:r w:rsidRPr="00800FC9">
              <w:rPr>
                <w:rFonts w:ascii="Calibri" w:hAnsi="Calibri" w:cs="Calibri"/>
                <w:spacing w:val="5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unitare</w:t>
            </w:r>
            <w:r w:rsidRPr="00800FC9">
              <w:rPr>
                <w:rFonts w:ascii="Calibri" w:hAnsi="Calibri" w:cs="Calibri"/>
                <w:spacing w:val="4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B164F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3C709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7AB83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BBB8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5C87B71A" w14:textId="77777777" w:rsidTr="00C04AE4">
        <w:trPr>
          <w:gridAfter w:val="2"/>
          <w:wAfter w:w="142" w:type="dxa"/>
          <w:trHeight w:val="80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BB6DD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2F323" w14:textId="77777777" w:rsidR="009F75B4" w:rsidRPr="00800FC9" w:rsidRDefault="009F75B4" w:rsidP="001B674D">
            <w:pPr>
              <w:pStyle w:val="TableParagraph"/>
              <w:ind w:left="107" w:right="10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Există </w:t>
            </w:r>
            <w:r w:rsidRPr="00800FC9">
              <w:rPr>
                <w:rFonts w:ascii="Calibri" w:hAnsi="Calibri" w:cs="Calibri"/>
                <w:b/>
                <w:sz w:val="24"/>
              </w:rPr>
              <w:t xml:space="preserve">listele cu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cantităţile</w:t>
            </w:r>
            <w:proofErr w:type="spellEnd"/>
            <w:r w:rsidRPr="00800FC9">
              <w:rPr>
                <w:rFonts w:ascii="Calibri" w:hAnsi="Calibri" w:cs="Calibri"/>
                <w:b/>
                <w:sz w:val="24"/>
              </w:rPr>
              <w:t xml:space="preserve"> de lucrări, pe categorii de lucrări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(Formularele F3) </w:t>
            </w:r>
            <w:r w:rsidR="00800FC9" w:rsidRPr="00800FC9">
              <w:rPr>
                <w:rFonts w:ascii="Calibri" w:hAnsi="Calibri" w:cs="Calibri"/>
                <w:sz w:val="24"/>
              </w:rPr>
              <w:t>întocmite</w:t>
            </w:r>
            <w:r w:rsidRPr="00800FC9">
              <w:rPr>
                <w:rFonts w:ascii="Calibri" w:hAnsi="Calibri" w:cs="Calibri"/>
                <w:sz w:val="24"/>
              </w:rPr>
              <w:t xml:space="preserve"> conform modelului din anexa 10 la HG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907/2016,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mentioneaza</w:t>
            </w:r>
            <w:proofErr w:type="spellEnd"/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preturile unitare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valorile?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637B0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36110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F5BB0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D1D3F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29C4FF4C" w14:textId="77777777" w:rsidTr="00C04AE4">
        <w:trPr>
          <w:gridAfter w:val="2"/>
          <w:wAfter w:w="142" w:type="dxa"/>
          <w:trHeight w:val="998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85525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755CA" w14:textId="77777777" w:rsidR="009F75B4" w:rsidRPr="00800FC9" w:rsidRDefault="009F75B4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listele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cu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cantităţile</w:t>
            </w:r>
            <w:proofErr w:type="spellEnd"/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utilaje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b/>
                <w:spacing w:val="6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echipamente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 xml:space="preserve">tehnologice, inclusiv dotări </w:t>
            </w:r>
            <w:r w:rsidRPr="00800FC9">
              <w:rPr>
                <w:rFonts w:ascii="Calibri" w:hAnsi="Calibri" w:cs="Calibri"/>
                <w:sz w:val="24"/>
              </w:rPr>
              <w:t xml:space="preserve">(Formularele F4) </w:t>
            </w:r>
            <w:r w:rsidR="00800FC9" w:rsidRPr="00800FC9">
              <w:rPr>
                <w:rFonts w:ascii="Calibri" w:hAnsi="Calibri" w:cs="Calibri"/>
                <w:sz w:val="24"/>
              </w:rPr>
              <w:t>întocmite</w:t>
            </w:r>
            <w:r w:rsidRPr="00800FC9">
              <w:rPr>
                <w:rFonts w:ascii="Calibri" w:hAnsi="Calibri" w:cs="Calibri"/>
                <w:sz w:val="24"/>
              </w:rPr>
              <w:t xml:space="preserve"> conform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modelului din anexa 10 la HG 907/2016, in care se </w:t>
            </w:r>
            <w:r w:rsidR="00800FC9" w:rsidRPr="00800FC9">
              <w:rPr>
                <w:rFonts w:ascii="Calibri" w:hAnsi="Calibri" w:cs="Calibri"/>
                <w:sz w:val="24"/>
              </w:rPr>
              <w:t>menționează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preturile unitare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 valorile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30F0F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582C6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6B4F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9CCDD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454AEB7C" w14:textId="77777777" w:rsidTr="00C04AE4">
        <w:trPr>
          <w:gridAfter w:val="2"/>
          <w:wAfter w:w="142" w:type="dxa"/>
          <w:trHeight w:val="776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82C541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5FC66" w14:textId="77777777" w:rsidR="009F75B4" w:rsidRPr="00800FC9" w:rsidRDefault="009F75B4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Există </w:t>
            </w:r>
            <w:r w:rsidRPr="00800FC9">
              <w:rPr>
                <w:rFonts w:ascii="Calibri" w:hAnsi="Calibri" w:cs="Calibri"/>
                <w:b/>
                <w:sz w:val="24"/>
              </w:rPr>
              <w:t xml:space="preserve">fisele tehnice </w:t>
            </w:r>
            <w:r w:rsidRPr="00800FC9">
              <w:rPr>
                <w:rFonts w:ascii="Calibri" w:hAnsi="Calibri" w:cs="Calibri"/>
                <w:sz w:val="24"/>
              </w:rPr>
              <w:t xml:space="preserve">ale utilajelor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echipamentelor tehnologice,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inclusiv dotări (Formularele F5) </w:t>
            </w:r>
            <w:r w:rsidR="00800FC9" w:rsidRPr="00800FC9">
              <w:rPr>
                <w:rFonts w:ascii="Calibri" w:hAnsi="Calibri" w:cs="Calibri"/>
                <w:sz w:val="24"/>
              </w:rPr>
              <w:t>întocmite</w:t>
            </w:r>
            <w:r w:rsidRPr="00800FC9">
              <w:rPr>
                <w:rFonts w:ascii="Calibri" w:hAnsi="Calibri" w:cs="Calibri"/>
                <w:sz w:val="24"/>
              </w:rPr>
              <w:t xml:space="preserve"> conform modelului din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anexa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10 la HG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907/2016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087DC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8BC3D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A6EA3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3546F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2ACB8EA4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8C09F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28607" w14:textId="77777777" w:rsidR="009F75B4" w:rsidRPr="00800FC9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listele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cu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cantităţile</w:t>
            </w:r>
            <w:proofErr w:type="spellEnd"/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lucrări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pentru</w:t>
            </w:r>
            <w:r w:rsidRPr="00800FC9">
              <w:rPr>
                <w:rFonts w:ascii="Calibri" w:hAnsi="Calibri" w:cs="Calibri"/>
                <w:b/>
                <w:spacing w:val="6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constructii</w:t>
            </w:r>
            <w:proofErr w:type="spellEnd"/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provizorii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OS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(organizare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santier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),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="00800FC9" w:rsidRPr="00800FC9">
              <w:rPr>
                <w:rFonts w:ascii="Calibri" w:hAnsi="Calibri" w:cs="Calibri"/>
                <w:sz w:val="24"/>
              </w:rPr>
              <w:t>menționează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preturile unitare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 valorile?</w:t>
            </w:r>
          </w:p>
          <w:p w14:paraId="551C9475" w14:textId="77777777" w:rsidR="009F75B4" w:rsidRPr="00800FC9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  <w:i/>
                <w:sz w:val="24"/>
              </w:rPr>
            </w:pPr>
            <w:r w:rsidRPr="00800FC9">
              <w:rPr>
                <w:rFonts w:ascii="Calibri" w:hAnsi="Calibri" w:cs="Calibri"/>
                <w:i/>
                <w:sz w:val="24"/>
              </w:rPr>
              <w:t xml:space="preserve">(Se pot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intocmi</w:t>
            </w:r>
            <w:proofErr w:type="spellEnd"/>
            <w:r w:rsidRPr="00800FC9">
              <w:rPr>
                <w:rFonts w:ascii="Calibri" w:hAnsi="Calibri" w:cs="Calibri"/>
                <w:i/>
                <w:sz w:val="24"/>
              </w:rPr>
              <w:t xml:space="preserve"> folosind modelul de formular F3 din anexa</w:t>
            </w:r>
            <w:r w:rsidRPr="00800FC9">
              <w:rPr>
                <w:rFonts w:ascii="Calibri" w:hAnsi="Calibri" w:cs="Calibri"/>
                <w:i/>
                <w:spacing w:val="6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10 la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HG</w:t>
            </w:r>
            <w:r w:rsidRPr="00800FC9">
              <w:rPr>
                <w:rFonts w:ascii="Calibri" w:hAnsi="Calibri" w:cs="Calibri"/>
                <w:i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907/2016)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82525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5D1B6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B01B8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3DB814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460A0367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BE5F8" w14:textId="77777777" w:rsidR="009F75B4" w:rsidRPr="00800FC9" w:rsidRDefault="009F75B4" w:rsidP="00644F34">
            <w:pPr>
              <w:pStyle w:val="TableParagraph"/>
              <w:numPr>
                <w:ilvl w:val="0"/>
                <w:numId w:val="34"/>
              </w:numPr>
              <w:ind w:right="292"/>
              <w:jc w:val="center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2445E" w14:textId="77777777" w:rsidR="009F75B4" w:rsidRPr="00800FC9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 xml:space="preserve">Devizul general </w:t>
            </w:r>
            <w:r w:rsidRPr="00800FC9">
              <w:rPr>
                <w:rFonts w:ascii="Calibri" w:hAnsi="Calibri" w:cs="Calibri"/>
                <w:sz w:val="24"/>
              </w:rPr>
              <w:t xml:space="preserve">al obiectivului de </w:t>
            </w:r>
            <w:r w:rsidR="00800FC9" w:rsidRPr="00800FC9">
              <w:rPr>
                <w:rFonts w:ascii="Calibri" w:hAnsi="Calibri" w:cs="Calibri"/>
                <w:sz w:val="24"/>
              </w:rPr>
              <w:t>investiție</w:t>
            </w:r>
            <w:r w:rsidRPr="00800FC9">
              <w:rPr>
                <w:rFonts w:ascii="Calibri" w:hAnsi="Calibri" w:cs="Calibri"/>
                <w:sz w:val="24"/>
              </w:rPr>
              <w:t xml:space="preserve"> este </w:t>
            </w:r>
            <w:r w:rsidR="00800FC9" w:rsidRPr="00800FC9">
              <w:rPr>
                <w:rFonts w:ascii="Calibri" w:hAnsi="Calibri" w:cs="Calibri"/>
                <w:sz w:val="24"/>
              </w:rPr>
              <w:t>întocmit</w:t>
            </w:r>
            <w:r w:rsidRPr="00800FC9">
              <w:rPr>
                <w:rFonts w:ascii="Calibri" w:hAnsi="Calibri" w:cs="Calibri"/>
                <w:sz w:val="24"/>
              </w:rPr>
              <w:t xml:space="preserve"> conform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modelului din anexa 7 la HG 907/2016 si este actualizat astfel </w:t>
            </w:r>
            <w:r w:rsidR="00800FC9" w:rsidRPr="00800FC9">
              <w:rPr>
                <w:rFonts w:ascii="Calibri" w:hAnsi="Calibri" w:cs="Calibri"/>
                <w:sz w:val="24"/>
              </w:rPr>
              <w:t>încât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sa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fie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corelat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valorile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din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formularele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F1</w:t>
            </w:r>
            <w:r w:rsidRPr="00800FC9">
              <w:rPr>
                <w:rFonts w:ascii="Calibri" w:hAnsi="Calibri" w:cs="Calibri"/>
                <w:spacing w:val="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–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F4?</w:t>
            </w:r>
          </w:p>
          <w:p w14:paraId="1EA5ABDB" w14:textId="77777777" w:rsidR="009F75B4" w:rsidRPr="00800FC9" w:rsidRDefault="009F75B4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Devizul general actualizat este </w:t>
            </w:r>
            <w:r w:rsidR="00800FC9" w:rsidRPr="00800FC9">
              <w:rPr>
                <w:rFonts w:ascii="Calibri" w:hAnsi="Calibri" w:cs="Calibri"/>
                <w:sz w:val="24"/>
              </w:rPr>
              <w:t>însoțit</w:t>
            </w:r>
            <w:r w:rsidRPr="00800FC9">
              <w:rPr>
                <w:rFonts w:ascii="Calibri" w:hAnsi="Calibri" w:cs="Calibri"/>
                <w:sz w:val="24"/>
              </w:rPr>
              <w:t xml:space="preserve"> de documentul legal de aprobare conform cu </w:t>
            </w:r>
            <w:r w:rsidR="00800FC9" w:rsidRPr="00800FC9">
              <w:rPr>
                <w:rFonts w:ascii="Calibri" w:hAnsi="Calibri" w:cs="Calibri"/>
                <w:sz w:val="24"/>
              </w:rPr>
              <w:t>cerințele</w:t>
            </w:r>
            <w:r w:rsidRPr="00800FC9">
              <w:rPr>
                <w:rFonts w:ascii="Calibri" w:hAnsi="Calibri" w:cs="Calibri"/>
                <w:sz w:val="24"/>
              </w:rPr>
              <w:t xml:space="preserve"> alin (4) din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art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10 la HG907/2016?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EC500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8860A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AFCD5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250FE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3C086753" w14:textId="77777777" w:rsidTr="00C04AE4">
        <w:trPr>
          <w:gridAfter w:val="2"/>
          <w:wAfter w:w="142" w:type="dxa"/>
          <w:trHeight w:val="73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16C2D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FA116" w14:textId="77777777" w:rsidR="009F75B4" w:rsidRPr="00800FC9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>Graficul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general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realizare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a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investiției,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intocmit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conform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modelului din anexa 10 – formularul F6 -</w:t>
            </w:r>
            <w:r w:rsidRPr="00800FC9">
              <w:rPr>
                <w:rFonts w:ascii="Calibri" w:hAnsi="Calibri" w:cs="Calibri"/>
                <w:spacing w:val="6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la HG 907/2016, este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inclus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documentaţie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39F50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37D22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4363F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2183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620EB2B4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0B777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B21AD" w14:textId="77777777" w:rsidR="009F75B4" w:rsidRPr="00800FC9" w:rsidRDefault="009F75B4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Este precizata in proiect </w:t>
            </w:r>
            <w:r w:rsidRPr="00800FC9">
              <w:rPr>
                <w:rFonts w:ascii="Calibri" w:hAnsi="Calibri" w:cs="Calibri"/>
                <w:b/>
                <w:sz w:val="24"/>
              </w:rPr>
              <w:t xml:space="preserve">categoria de importanta a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constructiei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conform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prevederilor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art.23 a)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din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Legea 10/1995?</w:t>
            </w:r>
          </w:p>
          <w:p w14:paraId="4B87D4B2" w14:textId="77777777" w:rsidR="009F75B4" w:rsidRPr="00800FC9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Sunt precizate in proiect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cerinţele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pe care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documentatia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trebuie sa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îndeplinească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conform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prevederilor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art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6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HG</w:t>
            </w:r>
            <w:r w:rsidRPr="00800FC9">
              <w:rPr>
                <w:rFonts w:ascii="Calibri" w:hAnsi="Calibri" w:cs="Calibri"/>
                <w:spacing w:val="6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925/1995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pentru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aprobarea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Regulamentului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de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verificare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expertizare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tehnica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de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calitate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a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proiectelor,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a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execuţiei</w:t>
            </w:r>
            <w:proofErr w:type="spellEnd"/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lucrărilor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a</w:t>
            </w:r>
            <w:r w:rsidRPr="00800FC9">
              <w:rPr>
                <w:rFonts w:ascii="Calibri" w:hAnsi="Calibri" w:cs="Calibri"/>
                <w:i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construcţiilor</w:t>
            </w:r>
            <w:proofErr w:type="spellEnd"/>
            <w:r w:rsidRPr="00800FC9">
              <w:rPr>
                <w:rFonts w:ascii="Calibri" w:hAnsi="Calibri" w:cs="Calibri"/>
                <w:i/>
                <w:sz w:val="24"/>
              </w:rPr>
              <w:t xml:space="preserve"> actualizată cu </w:t>
            </w:r>
            <w:proofErr w:type="spellStart"/>
            <w:r w:rsidRPr="00800FC9">
              <w:rPr>
                <w:rFonts w:ascii="Calibri" w:hAnsi="Calibri" w:cs="Calibri"/>
                <w:i/>
                <w:sz w:val="24"/>
              </w:rPr>
              <w:t>prevderile</w:t>
            </w:r>
            <w:proofErr w:type="spellEnd"/>
            <w:r w:rsidRPr="00800FC9">
              <w:rPr>
                <w:rFonts w:ascii="Calibri" w:hAnsi="Calibri" w:cs="Calibri"/>
                <w:i/>
                <w:sz w:val="24"/>
              </w:rPr>
              <w:t xml:space="preserve"> HOTĂRÂRII nr. 742 din 13 septembrie 2018, privind modificarea Hotărârii Guvernului nr. 925/1995 pentru aprobarea Regulamentului de verificare și expertizare tehnică de calitate a proiectelor, a execuției lucrărilor și a construcțiilor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78B41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6073F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70AC11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5DA26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5081720F" w14:textId="77777777" w:rsidTr="00C04AE4">
        <w:trPr>
          <w:gridAfter w:val="2"/>
          <w:wAfter w:w="142" w:type="dxa"/>
          <w:trHeight w:val="63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A877E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CE064" w14:textId="77777777" w:rsidR="009F75B4" w:rsidRPr="00800FC9" w:rsidRDefault="009F75B4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Partile</w:t>
            </w:r>
            <w:proofErr w:type="spellEnd"/>
            <w:r w:rsidRPr="00800FC9">
              <w:rPr>
                <w:rFonts w:ascii="Calibri" w:hAnsi="Calibri" w:cs="Calibri"/>
                <w:b/>
                <w:sz w:val="24"/>
              </w:rPr>
              <w:t xml:space="preserve"> Desenate </w:t>
            </w:r>
            <w:r w:rsidRPr="00800FC9">
              <w:rPr>
                <w:rFonts w:ascii="Calibri" w:hAnsi="Calibri" w:cs="Calibri"/>
                <w:sz w:val="24"/>
              </w:rPr>
              <w:t>sunt elaborate in conformitate cu prevederile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Anexei 10 la HG 907/2016, și cuprind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planse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ale tuturor obiectelor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investitie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aferente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tuturor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specialitatilor</w:t>
            </w:r>
            <w:proofErr w:type="spellEnd"/>
            <w:r w:rsidRPr="00800FC9">
              <w:rPr>
                <w:rFonts w:ascii="Calibri" w:hAnsi="Calibri" w:cs="Calibri"/>
                <w:spacing w:val="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91A37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FB188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A8A7D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FE6AF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0D2E57D3" w14:textId="77777777" w:rsidTr="00C04AE4">
        <w:trPr>
          <w:gridAfter w:val="2"/>
          <w:wAfter w:w="142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182EB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82035" w14:textId="77777777" w:rsidR="009F75B4" w:rsidRPr="00800FC9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Exista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Planse</w:t>
            </w:r>
            <w:proofErr w:type="spellEnd"/>
            <w:r w:rsidRPr="00800FC9">
              <w:rPr>
                <w:rFonts w:ascii="Calibri" w:hAnsi="Calibri" w:cs="Calibri"/>
                <w:b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generale</w:t>
            </w:r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cuprind:</w:t>
            </w:r>
          </w:p>
          <w:p w14:paraId="0CC83287" w14:textId="77777777" w:rsidR="009F75B4" w:rsidRPr="00800FC9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plan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incadrare</w:t>
            </w:r>
            <w:proofErr w:type="spellEnd"/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zona?</w:t>
            </w:r>
          </w:p>
          <w:p w14:paraId="77470B08" w14:textId="77777777" w:rsidR="009F75B4" w:rsidRPr="00800FC9" w:rsidRDefault="009F75B4" w:rsidP="00B45805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planşele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  de  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amplasare  </w:t>
            </w:r>
            <w:r w:rsidRPr="00800FC9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a  </w:t>
            </w:r>
            <w:r w:rsidRPr="00800FC9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reperelor   de  </w:t>
            </w:r>
            <w:r w:rsidRPr="00800FC9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nivelment  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="00800FC9">
              <w:rPr>
                <w:rFonts w:ascii="Calibri" w:hAnsi="Calibri" w:cs="Calibri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planimetrice?</w:t>
            </w:r>
          </w:p>
          <w:p w14:paraId="7B7F2642" w14:textId="77777777" w:rsidR="009F75B4" w:rsidRPr="00800FC9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planşele</w:t>
            </w:r>
            <w:proofErr w:type="spellEnd"/>
            <w:r w:rsidRPr="00800FC9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topografice</w:t>
            </w:r>
            <w:r w:rsidRPr="00800FC9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principale?</w:t>
            </w:r>
          </w:p>
          <w:p w14:paraId="57EBA657" w14:textId="77777777" w:rsidR="009F75B4" w:rsidRPr="00800FC9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amplasare a forajelor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profilurilor geotehnice,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înscrierea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condiţiilor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recomandărilor</w:t>
            </w:r>
            <w:r w:rsidRPr="00800FC9">
              <w:rPr>
                <w:rFonts w:ascii="Calibri" w:hAnsi="Calibri" w:cs="Calibri"/>
                <w:spacing w:val="6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privind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lucrările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fundare?</w:t>
            </w:r>
          </w:p>
          <w:p w14:paraId="065934E5" w14:textId="77777777" w:rsidR="009F75B4" w:rsidRPr="00800FC9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99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principale de amplasare a obiectelor, cu înscrierea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cotelor de nivel, a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distanţelor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amplasare, orientărilor,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coordonatelor,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axelor,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reperelor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lastRenderedPageBreak/>
              <w:t>nivelment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planimetrice,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cotei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±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0,00,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cotelor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trotuarelor,</w:t>
            </w:r>
            <w:r w:rsidRPr="00800FC9">
              <w:rPr>
                <w:rFonts w:ascii="Calibri" w:hAnsi="Calibri" w:cs="Calibri"/>
                <w:spacing w:val="6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cotelor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distanţelor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principale de amplasare a drumurilor,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trotuarelor,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aleilor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pietonale,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platformelor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altele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asemenea?</w:t>
            </w:r>
          </w:p>
          <w:p w14:paraId="274EEE24" w14:textId="77777777" w:rsidR="009F75B4" w:rsidRPr="00800FC9" w:rsidRDefault="009F75B4" w:rsidP="001B674D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principale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privind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sistematizarea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verticală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terenului,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înscrierea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volumelor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terasamente,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săpături-umpluturi,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depozite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pământ,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volumul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pământului transportat (excedent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deficit), a lucrărilor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privind stratul vegetal, a precizărilor privind utilajele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echipamentele de lucru, precum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a altor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informaţii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elemente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tehnice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tehnologice?</w:t>
            </w:r>
          </w:p>
          <w:p w14:paraId="1A12905B" w14:textId="77777777" w:rsidR="00C04AE4" w:rsidRPr="00800FC9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principale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privind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construcţiile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subterane,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cuprinzând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amplasarea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lor,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secţiuni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profiluri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longitudinale/transversale,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dimensiuni,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6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nivel,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cofraj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armare, ariile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cerinţele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specifice ale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oţelului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clasa betoanelor,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protecţii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izolaţii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hidrofuge,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protecţii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împotriva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agresivităţii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solului,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coroziunii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altele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asemenea?</w:t>
            </w:r>
          </w:p>
          <w:p w14:paraId="5538AC27" w14:textId="77777777" w:rsidR="00C04AE4" w:rsidRPr="00800FC9" w:rsidRDefault="00C04AE4" w:rsidP="00C04AE4">
            <w:pPr>
              <w:pStyle w:val="TableParagraph"/>
              <w:numPr>
                <w:ilvl w:val="0"/>
                <w:numId w:val="37"/>
              </w:numPr>
              <w:tabs>
                <w:tab w:val="left" w:pos="828"/>
              </w:tabs>
              <w:ind w:right="101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amplasare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reperelor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fixe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mobile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trasare?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13DBD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A793D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A037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47C38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218EFE08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BE735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1C6E1" w14:textId="77777777" w:rsidR="009F75B4" w:rsidRPr="00800FC9" w:rsidRDefault="009F75B4" w:rsidP="001B674D">
            <w:pPr>
              <w:pStyle w:val="TableParagraph"/>
              <w:ind w:left="107" w:right="9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Există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b/>
                <w:sz w:val="24"/>
              </w:rPr>
              <w:t xml:space="preserve"> de arhitectura </w:t>
            </w:r>
            <w:r w:rsidRPr="00800FC9">
              <w:rPr>
                <w:rFonts w:ascii="Calibri" w:hAnsi="Calibri" w:cs="Calibri"/>
                <w:sz w:val="24"/>
              </w:rPr>
              <w:t xml:space="preserve">pentru fiecare obiect, care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contin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cote,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dimensiuni,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distanţe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funcţiuni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arii,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precizări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privind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finisajele si calitatea acestora (pentru fiecare nivel subteran si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suprateran, inclusiv pentru sistemul de acoperire) cu reprezentarea 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mobilierului,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secţiuni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caracteristice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cotate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indicarea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finisajelor,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faţade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cu indicarea finisajelor si,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dupa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caz, încadrarea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frontul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stradal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existent 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76B6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0E539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6B790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CF2E5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5CFB82D2" w14:textId="77777777" w:rsidTr="00C04AE4">
        <w:trPr>
          <w:gridAfter w:val="1"/>
          <w:wAfter w:w="99" w:type="dxa"/>
          <w:trHeight w:val="82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42D49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9FBB8" w14:textId="77777777" w:rsidR="009F75B4" w:rsidRPr="00800FC9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Există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b/>
                <w:sz w:val="24"/>
              </w:rPr>
              <w:t xml:space="preserve"> de structura </w:t>
            </w:r>
            <w:r w:rsidRPr="00800FC9">
              <w:rPr>
                <w:rFonts w:ascii="Calibri" w:hAnsi="Calibri" w:cs="Calibri"/>
                <w:sz w:val="24"/>
              </w:rPr>
              <w:t>pentru fiecare obiect, care definesc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alcătuirea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execuţia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structurii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rezistenţă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toate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caracteristicile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acesteia,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cuprind:</w:t>
            </w:r>
          </w:p>
          <w:p w14:paraId="077AB683" w14:textId="77777777" w:rsidR="009F75B4" w:rsidRPr="00800FC9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planurile</w:t>
            </w:r>
            <w:r w:rsidRPr="00800FC9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infrastructurii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secţiunile</w:t>
            </w:r>
            <w:proofErr w:type="spellEnd"/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caracteristice</w:t>
            </w:r>
            <w:r w:rsidRPr="00800FC9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cotate?</w:t>
            </w:r>
          </w:p>
          <w:p w14:paraId="09B86C07" w14:textId="77777777" w:rsidR="009F75B4" w:rsidRPr="00800FC9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planurile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suprastructurii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secţiunile</w:t>
            </w:r>
            <w:proofErr w:type="spellEnd"/>
            <w:r w:rsidRPr="00800FC9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caracteristice</w:t>
            </w:r>
            <w:r w:rsidRPr="00800FC9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cotate?</w:t>
            </w:r>
          </w:p>
          <w:p w14:paraId="0314F102" w14:textId="77777777" w:rsidR="009F75B4" w:rsidRPr="00800FC9" w:rsidRDefault="009F75B4" w:rsidP="001B674D">
            <w:pPr>
              <w:pStyle w:val="TableParagraph"/>
              <w:numPr>
                <w:ilvl w:val="0"/>
                <w:numId w:val="38"/>
              </w:numPr>
              <w:tabs>
                <w:tab w:val="left" w:pos="900"/>
              </w:tabs>
              <w:ind w:right="98"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descrierea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soluţiilor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constructive,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descrierea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ordinii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tehnologice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execuţie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montaj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(numai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situaţiile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speciale în care aceasta este obligatorie), recomandări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privind</w:t>
            </w:r>
            <w:r w:rsidRPr="00800FC9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transportul,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manipularea,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depozitarea</w:t>
            </w:r>
            <w:r w:rsidRPr="00800FC9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montajul?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E9080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A4FE1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718E5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2DED6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00F007C8" w14:textId="77777777" w:rsidTr="00C04AE4">
        <w:trPr>
          <w:gridAfter w:val="1"/>
          <w:wAfter w:w="99" w:type="dxa"/>
          <w:trHeight w:val="763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D68C47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05F67" w14:textId="77777777" w:rsidR="009F75B4" w:rsidRPr="00800FC9" w:rsidRDefault="009F75B4" w:rsidP="001B674D">
            <w:pPr>
              <w:pStyle w:val="TableParagraph"/>
              <w:ind w:left="107" w:right="103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Există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instalaţii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pentru fiecare obiect care definesc si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expliciteaza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amplasarea,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alcătuirea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execuţia</w:t>
            </w:r>
            <w:proofErr w:type="spellEnd"/>
            <w:r w:rsidRPr="00800FC9">
              <w:rPr>
                <w:rFonts w:ascii="Calibri" w:hAnsi="Calibri" w:cs="Calibri"/>
                <w:spacing w:val="6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instalaţiilor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inclusiv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cote,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dimensiuni,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toleranţe</w:t>
            </w:r>
            <w:proofErr w:type="spellEnd"/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altele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asemenea?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C391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60A7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FAB61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E715E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319F56D3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734F6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788C6" w14:textId="77777777" w:rsidR="009F75B4" w:rsidRPr="00800FC9" w:rsidRDefault="009F75B4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</w:t>
            </w:r>
            <w:r w:rsidRPr="00800FC9">
              <w:rPr>
                <w:rFonts w:ascii="Calibri" w:hAnsi="Calibri" w:cs="Calibri"/>
                <w:spacing w:val="9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b/>
                <w:spacing w:val="1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utilajele</w:t>
            </w:r>
            <w:r w:rsidRPr="00800FC9">
              <w:rPr>
                <w:rFonts w:ascii="Calibri" w:hAnsi="Calibri" w:cs="Calibri"/>
                <w:b/>
                <w:spacing w:val="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si</w:t>
            </w:r>
            <w:r w:rsidRPr="00800FC9">
              <w:rPr>
                <w:rFonts w:ascii="Calibri" w:hAnsi="Calibri" w:cs="Calibri"/>
                <w:b/>
                <w:spacing w:val="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echipamentele</w:t>
            </w:r>
            <w:r w:rsidRPr="00800FC9">
              <w:rPr>
                <w:rFonts w:ascii="Calibri" w:hAnsi="Calibri" w:cs="Calibri"/>
                <w:b/>
                <w:spacing w:val="1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tehnologice</w:t>
            </w:r>
            <w:r w:rsidRPr="00800FC9">
              <w:rPr>
                <w:rFonts w:ascii="Calibri" w:hAnsi="Calibri" w:cs="Calibri"/>
                <w:b/>
                <w:spacing w:val="1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cuprind,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dupa</w:t>
            </w:r>
            <w:proofErr w:type="spellEnd"/>
            <w:r w:rsidRPr="00800FC9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caz:</w:t>
            </w:r>
          </w:p>
          <w:p w14:paraId="13F6FD3F" w14:textId="77777777" w:rsidR="009F75B4" w:rsidRPr="00800FC9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ansamblu?</w:t>
            </w:r>
          </w:p>
          <w:p w14:paraId="055E0593" w14:textId="77777777" w:rsidR="009F75B4" w:rsidRPr="00800FC9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scheme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ale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fluxului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tehnologic?</w:t>
            </w:r>
          </w:p>
          <w:p w14:paraId="030887E9" w14:textId="77777777" w:rsidR="009F75B4" w:rsidRPr="00800FC9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scheme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cinematice,</w:t>
            </w:r>
            <w:r w:rsidRPr="00800FC9">
              <w:rPr>
                <w:rFonts w:ascii="Calibri" w:hAnsi="Calibri" w:cs="Calibri"/>
                <w:spacing w:val="-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indicarea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principalilor</w:t>
            </w:r>
            <w:r w:rsidRPr="00800FC9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parametri?</w:t>
            </w:r>
          </w:p>
          <w:p w14:paraId="7952AF43" w14:textId="77777777" w:rsidR="009F75B4" w:rsidRPr="00800FC9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scheme ale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instalaţiilor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hidraulice, pneumatice, electrice,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de automatizare,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comunicaţii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reţele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combustibil, apă,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iluminat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altele asemenea, precum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ale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instalaţiilor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tehnologice?</w:t>
            </w:r>
          </w:p>
          <w:p w14:paraId="741A9154" w14:textId="77777777" w:rsidR="009F75B4" w:rsidRPr="00800FC9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2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montaj, cu indicarea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geometriilor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 dimensiunilor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de amplasare,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prestaţiilor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, sarcinilor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a altor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informaţii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aceeaşi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natură, inclusiv a schemelor tehnologice 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montaj?</w:t>
            </w:r>
          </w:p>
          <w:p w14:paraId="3A463B54" w14:textId="77777777" w:rsidR="009F75B4" w:rsidRPr="00800FC9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diagrame, nomograme, calcule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inginereşti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, tehnologice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 montaj, inclusiv materialul grafic necesar punerii în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funcţiune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exploatării?</w:t>
            </w:r>
          </w:p>
          <w:p w14:paraId="335ECA13" w14:textId="77777777" w:rsidR="009F75B4" w:rsidRPr="00800FC9" w:rsidRDefault="009F75B4" w:rsidP="001B674D">
            <w:pPr>
              <w:pStyle w:val="TableParagraph"/>
              <w:numPr>
                <w:ilvl w:val="0"/>
                <w:numId w:val="39"/>
              </w:numPr>
              <w:tabs>
                <w:tab w:val="left" w:pos="900"/>
              </w:tabs>
              <w:ind w:right="103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liste cu utilaje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echipamente din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componenţa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planşelor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tehnologice,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inclusiv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fişe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cuprinzând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parametrii,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performanţele</w:t>
            </w:r>
            <w:proofErr w:type="spellEnd"/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caracteristicile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acestora?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B1C75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FA160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EB6C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75833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677D0A59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29C45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1D5B6" w14:textId="77777777" w:rsidR="009F75B4" w:rsidRPr="00800FC9" w:rsidRDefault="009F75B4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planşe</w:t>
            </w:r>
            <w:proofErr w:type="spellEnd"/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dotări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prezinta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amplasarea,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montajul,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inclusiv cote, dimensiuni,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secţiuni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, vederi, tablouri de dotări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altele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asemenea,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pentru:</w:t>
            </w:r>
          </w:p>
          <w:p w14:paraId="71308E5E" w14:textId="77777777" w:rsidR="009F75B4" w:rsidRPr="00800FC9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piese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mobilier?</w:t>
            </w:r>
          </w:p>
          <w:p w14:paraId="6ED29186" w14:textId="77777777" w:rsidR="009F75B4" w:rsidRPr="00800FC9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elemente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inventar</w:t>
            </w:r>
            <w:r w:rsidRPr="00800FC9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gospodăresc?</w:t>
            </w:r>
          </w:p>
          <w:p w14:paraId="1F25B8BE" w14:textId="77777777" w:rsidR="009F75B4" w:rsidRPr="00800FC9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dotări</w:t>
            </w:r>
            <w:r w:rsidRPr="00800FC9">
              <w:rPr>
                <w:rFonts w:ascii="Calibri" w:hAnsi="Calibri" w:cs="Calibri"/>
                <w:sz w:val="24"/>
              </w:rPr>
              <w:tab/>
              <w:t>cu</w:t>
            </w:r>
            <w:r w:rsidRPr="00800FC9">
              <w:rPr>
                <w:rFonts w:ascii="Calibri" w:hAnsi="Calibri" w:cs="Calibri"/>
                <w:sz w:val="24"/>
              </w:rPr>
              <w:tab/>
              <w:t>mijloace</w:t>
            </w:r>
            <w:r w:rsidRPr="00800FC9">
              <w:rPr>
                <w:rFonts w:ascii="Calibri" w:hAnsi="Calibri" w:cs="Calibri"/>
                <w:sz w:val="24"/>
              </w:rPr>
              <w:tab/>
              <w:t>tehnice</w:t>
            </w:r>
            <w:r w:rsidRPr="00800FC9">
              <w:rPr>
                <w:rFonts w:ascii="Calibri" w:hAnsi="Calibri" w:cs="Calibri"/>
                <w:sz w:val="24"/>
              </w:rPr>
              <w:tab/>
              <w:t>de</w:t>
            </w:r>
            <w:r w:rsidRPr="00800FC9">
              <w:rPr>
                <w:rFonts w:ascii="Calibri" w:hAnsi="Calibri" w:cs="Calibri"/>
                <w:sz w:val="24"/>
              </w:rPr>
              <w:tab/>
              <w:t xml:space="preserve">apărare </w:t>
            </w:r>
            <w:r w:rsidRPr="00800FC9">
              <w:rPr>
                <w:rFonts w:ascii="Calibri" w:hAnsi="Calibri" w:cs="Calibri"/>
                <w:sz w:val="24"/>
              </w:rPr>
              <w:tab/>
              <w:t>împotriva incendiilor?</w:t>
            </w:r>
          </w:p>
          <w:p w14:paraId="052D1CA1" w14:textId="77777777" w:rsidR="009F75B4" w:rsidRPr="00800FC9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dotări necesare securității muncii?</w:t>
            </w:r>
          </w:p>
          <w:p w14:paraId="2EB00A88" w14:textId="77777777" w:rsidR="009F75B4" w:rsidRPr="00800FC9" w:rsidRDefault="009F75B4" w:rsidP="001B674D">
            <w:pPr>
              <w:pStyle w:val="TableParagraph"/>
              <w:numPr>
                <w:ilvl w:val="0"/>
                <w:numId w:val="40"/>
              </w:numPr>
              <w:tabs>
                <w:tab w:val="left" w:pos="900"/>
                <w:tab w:val="left" w:pos="1662"/>
                <w:tab w:val="left" w:pos="2094"/>
                <w:tab w:val="left" w:pos="3093"/>
                <w:tab w:val="left" w:pos="3990"/>
                <w:tab w:val="left" w:pos="4434"/>
                <w:tab w:val="left" w:pos="5350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alte dotări necesare în funcție de specific, daca este cazul?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0C62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F3363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36004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74774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AC4893" w:rsidRPr="00800FC9" w14:paraId="0A6DBF14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2F709" w14:textId="77777777" w:rsidR="00AC4893" w:rsidRPr="00800FC9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BF407" w14:textId="77777777" w:rsidR="00AC4893" w:rsidRPr="00800FC9" w:rsidRDefault="00AC4893" w:rsidP="001B674D">
            <w:pPr>
              <w:pStyle w:val="TableParagraph"/>
              <w:ind w:left="107" w:right="100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Materialele,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prefabricatele,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confectiile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utilajele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tehnologice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echipamentele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sunt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definite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parametrii,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performante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caracteristici,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fara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face referiri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sau trimiteri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marci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fabrica,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producatori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furnizori, etc?</w:t>
            </w:r>
          </w:p>
          <w:p w14:paraId="225D8FA1" w14:textId="77777777" w:rsidR="00AC4893" w:rsidRPr="00800FC9" w:rsidRDefault="00AC4893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Nu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exista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recomandari</w:t>
            </w:r>
            <w:proofErr w:type="spellEnd"/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sau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precizari</w:t>
            </w:r>
            <w:proofErr w:type="spellEnd"/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sa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reduca</w:t>
            </w:r>
            <w:proofErr w:type="spellEnd"/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concurenta?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BDA38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F822B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16DC9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D7A68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AC4893" w:rsidRPr="00800FC9" w14:paraId="68B4C98B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06D5" w14:textId="77777777" w:rsidR="00AC4893" w:rsidRPr="00800FC9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AE56E" w14:textId="77777777" w:rsidR="00AC4893" w:rsidRPr="00800FC9" w:rsidRDefault="00AC4893" w:rsidP="001B674D">
            <w:pPr>
              <w:pStyle w:val="TableParagraph"/>
              <w:ind w:left="107" w:right="10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detalii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>de</w:t>
            </w:r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executie</w:t>
            </w:r>
            <w:proofErr w:type="spellEnd"/>
            <w:r w:rsidRPr="00800FC9">
              <w:rPr>
                <w:rFonts w:ascii="Calibri" w:hAnsi="Calibri" w:cs="Calibri"/>
                <w:b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privind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alcătuirea,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asamblarea,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executarea,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montarea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asemenea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operaţiuni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privind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părţi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/elemente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construcţie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ori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instalaţii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aferente acesteia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1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indică</w:t>
            </w:r>
            <w:r w:rsidRPr="00800FC9">
              <w:rPr>
                <w:rFonts w:ascii="Calibri" w:hAnsi="Calibri" w:cs="Calibri"/>
                <w:spacing w:val="1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dimensiuni,</w:t>
            </w:r>
            <w:r w:rsidRPr="00800FC9">
              <w:rPr>
                <w:rFonts w:ascii="Calibri" w:hAnsi="Calibri" w:cs="Calibri"/>
                <w:spacing w:val="1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materiale,</w:t>
            </w:r>
            <w:r w:rsidRPr="00800FC9">
              <w:rPr>
                <w:rFonts w:ascii="Calibri" w:hAnsi="Calibri" w:cs="Calibri"/>
                <w:spacing w:val="1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tehnologii</w:t>
            </w:r>
            <w:r w:rsidRPr="00800FC9">
              <w:rPr>
                <w:rFonts w:ascii="Calibri" w:hAnsi="Calibri" w:cs="Calibri"/>
                <w:spacing w:val="1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4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execuţie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1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precum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legături între elementele constructive structurale/nestructurale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obiectivului de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investiţii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094CF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9C01C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BD61F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26F4E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AC4893" w:rsidRPr="00800FC9" w14:paraId="411D129D" w14:textId="77777777" w:rsidTr="00C04AE4">
        <w:trPr>
          <w:gridAfter w:val="1"/>
          <w:wAfter w:w="99" w:type="dxa"/>
          <w:trHeight w:val="68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4BAE6" w14:textId="77777777" w:rsidR="00AC4893" w:rsidRPr="00800FC9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30EDB" w14:textId="77777777" w:rsidR="00AC4893" w:rsidRPr="00800FC9" w:rsidRDefault="00AC4893" w:rsidP="001B674D">
            <w:pPr>
              <w:pStyle w:val="TableParagraph"/>
              <w:ind w:left="107" w:right="104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Fiecare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planşă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cadrul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pieselor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desenate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este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numerotata/codificata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prezintă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un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cartuş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contine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informatiile</w:t>
            </w:r>
            <w:proofErr w:type="spellEnd"/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solicitate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conform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prevederilor</w:t>
            </w:r>
            <w:r w:rsidRPr="00800FC9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legale?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DA06E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070A2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DB412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1D960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AC4893" w:rsidRPr="00800FC9" w14:paraId="16B5FA8C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FE99A" w14:textId="77777777" w:rsidR="00AC4893" w:rsidRPr="00800FC9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1873E" w14:textId="77777777" w:rsidR="00AC4893" w:rsidRPr="00800FC9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În cazul în care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plansele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au fost anexate la cererea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finantare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în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format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scanat,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dupa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fost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semnate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și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ștampilate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elaboratori: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este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prezentă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semnatura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stampila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tuturor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persoanelor nominalizate in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cartus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 în conformitate cu prevederile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legale,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inclusiv:</w:t>
            </w:r>
          </w:p>
          <w:p w14:paraId="26FE4E9C" w14:textId="77777777" w:rsidR="00AC4893" w:rsidRPr="00800FC9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proiectantului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general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/</w:t>
            </w:r>
            <w:r w:rsidRPr="00800FC9">
              <w:rPr>
                <w:rFonts w:ascii="Calibri" w:hAnsi="Calibri" w:cs="Calibri"/>
                <w:spacing w:val="56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şefului</w:t>
            </w:r>
            <w:proofErr w:type="spellEnd"/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</w:t>
            </w:r>
            <w:r w:rsidRPr="00800FC9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  <w:p w14:paraId="051A7E88" w14:textId="77777777" w:rsidR="00AC4893" w:rsidRPr="00800FC9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5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arhitectului cu drept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semnatura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, cu ștampila cu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numar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inregistrare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tabloul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national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TNA,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conform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reglementări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OAR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  <w:p w14:paraId="6474E24C" w14:textId="77777777" w:rsidR="00AC4893" w:rsidRPr="00800FC9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proiectantilor</w:t>
            </w:r>
            <w:proofErr w:type="spellEnd"/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specialitate?</w:t>
            </w:r>
          </w:p>
          <w:p w14:paraId="731A74F8" w14:textId="77777777" w:rsidR="00AC4893" w:rsidRPr="00800FC9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right="100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expertulului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tehnic, unde este cazul, conform prevederilor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legale?</w:t>
            </w:r>
          </w:p>
          <w:p w14:paraId="5906357E" w14:textId="77777777" w:rsidR="00AC4893" w:rsidRPr="00800FC9" w:rsidRDefault="00AC4893" w:rsidP="001B674D">
            <w:pPr>
              <w:pStyle w:val="TableParagraph"/>
              <w:numPr>
                <w:ilvl w:val="0"/>
                <w:numId w:val="42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șeful</w:t>
            </w:r>
            <w:r w:rsidRPr="00800FC9">
              <w:rPr>
                <w:rFonts w:ascii="Calibri" w:hAnsi="Calibri" w:cs="Calibri"/>
                <w:spacing w:val="4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0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</w:t>
            </w:r>
            <w:r w:rsidRPr="00800FC9">
              <w:rPr>
                <w:rFonts w:ascii="Calibri" w:hAnsi="Calibri" w:cs="Calibri"/>
                <w:spacing w:val="10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complex,</w:t>
            </w:r>
            <w:r w:rsidRPr="00800FC9">
              <w:rPr>
                <w:rFonts w:ascii="Calibri" w:hAnsi="Calibri" w:cs="Calibri"/>
                <w:spacing w:val="10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expert/specialist,</w:t>
            </w:r>
            <w:r w:rsidRPr="00800FC9">
              <w:rPr>
                <w:rFonts w:ascii="Calibri" w:hAnsi="Calibri" w:cs="Calibri"/>
                <w:spacing w:val="10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</w:t>
            </w:r>
            <w:r w:rsidRPr="00800FC9">
              <w:rPr>
                <w:rFonts w:ascii="Calibri" w:hAnsi="Calibri" w:cs="Calibri"/>
                <w:spacing w:val="10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cazul</w:t>
            </w:r>
          </w:p>
          <w:p w14:paraId="5E3F1616" w14:textId="77777777" w:rsidR="00AC4893" w:rsidRPr="00800FC9" w:rsidRDefault="00AC4893" w:rsidP="001B674D">
            <w:pPr>
              <w:pStyle w:val="TableParagraph"/>
              <w:ind w:left="82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monumentelor</w:t>
            </w:r>
            <w:r w:rsidRPr="00800FC9">
              <w:rPr>
                <w:rFonts w:ascii="Calibri" w:hAnsi="Calibri" w:cs="Calibri"/>
                <w:spacing w:val="-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istorice?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F38BD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06FF8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4579B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1BF55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AC4893" w:rsidRPr="00800FC9" w14:paraId="546C5ACF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97817" w14:textId="77777777" w:rsidR="00AC4893" w:rsidRPr="00800FC9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10324" w14:textId="77777777" w:rsidR="00AC4893" w:rsidRPr="00800FC9" w:rsidRDefault="00AC4893" w:rsidP="001B674D">
            <w:pPr>
              <w:pStyle w:val="TableParagraph"/>
              <w:ind w:left="107" w:right="102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Sunt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ataşate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b/>
                <w:sz w:val="24"/>
              </w:rPr>
              <w:t xml:space="preserve">referatele de verificare tehnica </w:t>
            </w:r>
            <w:r w:rsidRPr="00800FC9">
              <w:rPr>
                <w:rFonts w:ascii="Calibri" w:hAnsi="Calibri" w:cs="Calibri"/>
                <w:sz w:val="24"/>
              </w:rPr>
              <w:t>a PT, inclusiv 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detaliilor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executie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(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intocmite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verificatori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atestati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) pentru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toate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specialitatile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obiectivului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investiție,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pentru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verificarea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este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obligatorie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conform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legislatiei</w:t>
            </w:r>
            <w:proofErr w:type="spellEnd"/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vigoare?</w:t>
            </w:r>
          </w:p>
          <w:p w14:paraId="09C24E6E" w14:textId="77777777" w:rsidR="00AC4893" w:rsidRPr="00800FC9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Partile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scrise si desenate ale proiectului sunt semnate si stampilate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catre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verificatorii de proiect, pe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specialitati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si pentru fiecare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cerinta</w:t>
            </w:r>
            <w:proofErr w:type="spellEnd"/>
            <w:r w:rsidRPr="00800FC9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mentionata</w:t>
            </w:r>
            <w:proofErr w:type="spellEnd"/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partea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scrisa a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776F9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C2452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A2CFD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CBF86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AC4893" w:rsidRPr="00800FC9" w14:paraId="1D73BB24" w14:textId="77777777" w:rsidTr="00C04AE4">
        <w:trPr>
          <w:gridAfter w:val="1"/>
          <w:wAfter w:w="99" w:type="dxa"/>
          <w:trHeight w:val="724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49D06" w14:textId="77777777" w:rsidR="00AC4893" w:rsidRPr="00800FC9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8E99C" w14:textId="77777777" w:rsidR="00AC4893" w:rsidRPr="00800FC9" w:rsidRDefault="00AC4893" w:rsidP="001B674D">
            <w:pPr>
              <w:pStyle w:val="TableParagraph"/>
              <w:ind w:left="107" w:right="97"/>
              <w:jc w:val="both"/>
              <w:rPr>
                <w:rFonts w:ascii="Calibri" w:hAnsi="Calibri" w:cs="Calibri"/>
                <w:sz w:val="24"/>
              </w:rPr>
            </w:pPr>
            <w:proofErr w:type="spellStart"/>
            <w:r w:rsidRPr="00800FC9">
              <w:rPr>
                <w:rFonts w:ascii="Calibri" w:hAnsi="Calibri" w:cs="Calibri"/>
                <w:sz w:val="24"/>
              </w:rPr>
              <w:t>Documentaţia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include studiul geotehnic, verificat la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cerinta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Af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si, </w:t>
            </w:r>
            <w:r w:rsidRPr="00800FC9">
              <w:rPr>
                <w:rFonts w:ascii="Calibri" w:hAnsi="Calibri" w:cs="Calibri"/>
                <w:sz w:val="24"/>
              </w:rPr>
              <w:t>daca este cazul,  alte studii de specialitate necesare realizării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investiției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6FE3C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40150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338C5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5CE30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AC4893" w:rsidRPr="00800FC9" w14:paraId="4B4BBF5F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F144A" w14:textId="77777777" w:rsidR="00AC4893" w:rsidRPr="00800FC9" w:rsidRDefault="00AC4893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A4E46" w14:textId="77777777" w:rsidR="00AC4893" w:rsidRPr="00800FC9" w:rsidRDefault="00AC4893" w:rsidP="001B674D">
            <w:pPr>
              <w:pStyle w:val="TableParagraph"/>
              <w:ind w:left="107" w:right="98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Există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descrieriere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a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lucrarilor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</w:t>
            </w:r>
            <w:r w:rsidRPr="00800FC9">
              <w:rPr>
                <w:rFonts w:ascii="Calibri" w:hAnsi="Calibri" w:cs="Calibri"/>
                <w:b/>
                <w:sz w:val="24"/>
              </w:rPr>
              <w:t xml:space="preserve">organizare de </w:t>
            </w:r>
            <w:proofErr w:type="spellStart"/>
            <w:r w:rsidRPr="00800FC9">
              <w:rPr>
                <w:rFonts w:ascii="Calibri" w:hAnsi="Calibri" w:cs="Calibri"/>
                <w:b/>
                <w:sz w:val="24"/>
              </w:rPr>
              <w:t>şantier</w:t>
            </w:r>
            <w:proofErr w:type="spellEnd"/>
            <w:r w:rsidRPr="00800FC9">
              <w:rPr>
                <w:rFonts w:ascii="Calibri" w:hAnsi="Calibri" w:cs="Calibri"/>
                <w:b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(descriere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a lucrărilor provizorii pregătitoare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necesare în vederea asigurării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tehnologiei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execuţie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investiţiei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atât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terenul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aferent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investiţiei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, cât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pe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spaţiile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ocupate temporar în afara acestuia,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inclusiv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cele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domeniul public)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9A2C7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693D9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2A05B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EA990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031679D6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972FC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CEE5D" w14:textId="77777777" w:rsidR="009F75B4" w:rsidRPr="00800FC9" w:rsidRDefault="009F75B4" w:rsidP="00042265">
            <w:pPr>
              <w:pStyle w:val="TableParagraph"/>
              <w:ind w:left="107" w:right="134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Documentația  PT este completă și întocmită conform anexei 11 (etapa a-III-a) la HG 907/2016  si prezinta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Autorizatia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Construire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obtinuta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?</w:t>
            </w:r>
          </w:p>
          <w:p w14:paraId="02111DD6" w14:textId="77777777" w:rsidR="009F75B4" w:rsidRPr="00800FC9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Autorizata de Construire este completa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dupa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verificarea in conformitate cu prevederile formularului F11 din Anexa 1 la Normele metodologice de aplicare a prevederilor Legii 50/1991 aprobate de   ORDINUL nr. 839 din 12 octombrie 2009, publicat în Monitorul Oficial al României, Partea I, nr. 797 din 23 noiembrie 2009 actualizat cu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modificarile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ulterioare?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2491F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C14D1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74547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9AD34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131A68F9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CC755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7D162" w14:textId="77777777" w:rsidR="009F75B4" w:rsidRPr="00800FC9" w:rsidRDefault="009F75B4" w:rsidP="00042265">
            <w:pPr>
              <w:pStyle w:val="TableParagraph"/>
              <w:ind w:left="107" w:right="89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94B6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DEA8C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BF44C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7CFC3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40F035C8" w14:textId="77777777" w:rsidTr="00C04AE4">
        <w:trPr>
          <w:gridAfter w:val="1"/>
          <w:wAfter w:w="99" w:type="dxa"/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9D91E" w14:textId="77777777" w:rsidR="009F75B4" w:rsidRPr="00800FC9" w:rsidRDefault="009F75B4" w:rsidP="001B674D">
            <w:pPr>
              <w:pStyle w:val="TableParagraph"/>
              <w:numPr>
                <w:ilvl w:val="0"/>
                <w:numId w:val="34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B4ABD" w14:textId="77777777" w:rsidR="009F75B4" w:rsidRPr="00800FC9" w:rsidRDefault="009F75B4" w:rsidP="00042265">
            <w:pPr>
              <w:suppressAutoHyphens/>
              <w:ind w:right="89"/>
              <w:jc w:val="both"/>
              <w:rPr>
                <w:rFonts w:ascii="Calibri" w:eastAsia="Calibri" w:hAnsi="Calibri" w:cs="Calibri"/>
                <w:color w:val="000000"/>
                <w:szCs w:val="22"/>
              </w:rPr>
            </w:pPr>
            <w:proofErr w:type="spellStart"/>
            <w:r w:rsidRPr="00800FC9">
              <w:rPr>
                <w:rFonts w:ascii="Calibri" w:eastAsia="Calibri" w:hAnsi="Calibri" w:cs="Calibri"/>
                <w:color w:val="000000"/>
                <w:szCs w:val="22"/>
              </w:rPr>
              <w:t>Documentatia</w:t>
            </w:r>
            <w:proofErr w:type="spellEnd"/>
            <w:r w:rsidRPr="00800FC9">
              <w:rPr>
                <w:rFonts w:ascii="Calibri" w:eastAsia="Calibri" w:hAnsi="Calibri" w:cs="Calibri"/>
                <w:color w:val="000000"/>
                <w:szCs w:val="22"/>
              </w:rPr>
              <w:t xml:space="preserve"> </w:t>
            </w:r>
            <w:proofErr w:type="spellStart"/>
            <w:r w:rsidRPr="00800FC9">
              <w:rPr>
                <w:rFonts w:ascii="Calibri" w:eastAsia="Calibri" w:hAnsi="Calibri" w:cs="Calibri"/>
                <w:color w:val="000000"/>
                <w:szCs w:val="22"/>
              </w:rPr>
              <w:t>tehnico</w:t>
            </w:r>
            <w:proofErr w:type="spellEnd"/>
            <w:r w:rsidRPr="00800FC9">
              <w:rPr>
                <w:rFonts w:ascii="Calibri" w:eastAsia="Calibri" w:hAnsi="Calibri" w:cs="Calibri"/>
                <w:color w:val="000000"/>
                <w:szCs w:val="22"/>
              </w:rPr>
              <w:t xml:space="preserve">-economica </w:t>
            </w:r>
            <w:r w:rsidRPr="00800FC9">
              <w:rPr>
                <w:rFonts w:ascii="Calibri" w:eastAsia="Calibri" w:hAnsi="Calibri" w:cs="Calibri"/>
                <w:b/>
                <w:bCs/>
                <w:color w:val="000000"/>
                <w:szCs w:val="22"/>
              </w:rPr>
              <w:t xml:space="preserve">reflecta masurile de imunizare la </w:t>
            </w:r>
            <w:proofErr w:type="spellStart"/>
            <w:r w:rsidRPr="00800FC9">
              <w:rPr>
                <w:rFonts w:ascii="Calibri" w:eastAsia="Calibri" w:hAnsi="Calibri" w:cs="Calibri"/>
                <w:b/>
                <w:bCs/>
                <w:color w:val="000000"/>
                <w:szCs w:val="22"/>
              </w:rPr>
              <w:t>schimbarile</w:t>
            </w:r>
            <w:proofErr w:type="spellEnd"/>
            <w:r w:rsidRPr="00800FC9">
              <w:rPr>
                <w:rFonts w:ascii="Calibri" w:eastAsia="Calibri" w:hAnsi="Calibri" w:cs="Calibri"/>
                <w:b/>
                <w:bCs/>
                <w:color w:val="000000"/>
                <w:szCs w:val="22"/>
              </w:rPr>
              <w:t xml:space="preserve"> climatice </w:t>
            </w:r>
            <w:proofErr w:type="spellStart"/>
            <w:r w:rsidRPr="00800FC9">
              <w:rPr>
                <w:rFonts w:ascii="Calibri" w:eastAsia="Calibri" w:hAnsi="Calibri" w:cs="Calibri"/>
                <w:b/>
                <w:bCs/>
                <w:color w:val="000000"/>
                <w:szCs w:val="22"/>
              </w:rPr>
              <w:t>prevazute</w:t>
            </w:r>
            <w:proofErr w:type="spellEnd"/>
            <w:r w:rsidRPr="00800FC9">
              <w:rPr>
                <w:rFonts w:ascii="Calibri" w:eastAsia="Calibri" w:hAnsi="Calibri" w:cs="Calibri"/>
                <w:b/>
                <w:bCs/>
                <w:color w:val="000000"/>
                <w:szCs w:val="22"/>
              </w:rPr>
              <w:t xml:space="preserve"> in raportul </w:t>
            </w:r>
            <w:proofErr w:type="spellStart"/>
            <w:r w:rsidRPr="00800FC9">
              <w:rPr>
                <w:rFonts w:ascii="Calibri" w:eastAsia="Calibri" w:hAnsi="Calibri" w:cs="Calibri"/>
                <w:b/>
                <w:bCs/>
                <w:color w:val="000000"/>
                <w:szCs w:val="22"/>
              </w:rPr>
              <w:t>intocmit</w:t>
            </w:r>
            <w:proofErr w:type="spellEnd"/>
            <w:r w:rsidRPr="00800FC9">
              <w:rPr>
                <w:rFonts w:ascii="Calibri" w:eastAsia="Calibri" w:hAnsi="Calibri" w:cs="Calibri"/>
                <w:color w:val="000000"/>
                <w:szCs w:val="22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vezi nota 1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EEB6F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AD2B2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1E603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1B16B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  <w:tr w:rsidR="009F75B4" w:rsidRPr="00800FC9" w14:paraId="0E139439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5A4C0DF3" w14:textId="77777777" w:rsidR="009F75B4" w:rsidRPr="00800FC9" w:rsidRDefault="00644F3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 xml:space="preserve">      </w:t>
            </w:r>
            <w:r w:rsidR="009F75B4" w:rsidRPr="00800FC9">
              <w:rPr>
                <w:rFonts w:ascii="Calibri" w:hAnsi="Calibri" w:cs="Calibri"/>
                <w:b/>
                <w:sz w:val="24"/>
              </w:rPr>
              <w:t>II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32C00A61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b/>
                <w:sz w:val="24"/>
              </w:rPr>
              <w:t>CRITERII SPECIFICE PRIVIND ASPECTELE CALITATIVE ALE PT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0C5B02AF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1A82A614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212A1114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14:paraId="65DDEE80" w14:textId="77777777" w:rsidR="009F75B4" w:rsidRPr="00800FC9" w:rsidRDefault="009F75B4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1B674D" w:rsidRPr="00800FC9" w14:paraId="3DE7A117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29FB84" w14:textId="77777777" w:rsidR="001B674D" w:rsidRPr="00800FC9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A2C243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Există corespondență intre obiectele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investiţie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(inclusiv tipurile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lucări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constructii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propuse,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dotari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 etc.) din cadrul proiectului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tehnic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(partea I si partea II-a conform anexa 11 la HG907/2016)</w:t>
            </w:r>
            <w:r w:rsidRPr="00800FC9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cele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descrise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cererea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finanțare?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032682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E91C79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F6203B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3F3BD8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1B674D" w:rsidRPr="00800FC9" w14:paraId="703EE601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1BBE1A" w14:textId="77777777" w:rsidR="001B674D" w:rsidRPr="00800FC9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58E7FB" w14:textId="77777777" w:rsidR="001B674D" w:rsidRPr="00800FC9" w:rsidRDefault="001B674D" w:rsidP="00800FC9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Există</w:t>
            </w:r>
            <w:r w:rsidRPr="00800FC9">
              <w:rPr>
                <w:rFonts w:ascii="Calibri" w:hAnsi="Calibri" w:cs="Calibri"/>
                <w:spacing w:val="3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corespondență</w:t>
            </w:r>
            <w:r w:rsidRPr="00800FC9">
              <w:rPr>
                <w:rFonts w:ascii="Calibri" w:hAnsi="Calibri" w:cs="Calibri"/>
                <w:spacing w:val="9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intre</w:t>
            </w:r>
            <w:r w:rsidRPr="00800FC9">
              <w:rPr>
                <w:rFonts w:ascii="Calibri" w:hAnsi="Calibri" w:cs="Calibri"/>
                <w:spacing w:val="8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obiectele</w:t>
            </w:r>
            <w:r w:rsidRPr="00800FC9">
              <w:rPr>
                <w:rFonts w:ascii="Calibri" w:hAnsi="Calibri" w:cs="Calibri"/>
                <w:spacing w:val="9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88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investiţie</w:t>
            </w:r>
            <w:proofErr w:type="spellEnd"/>
            <w:r w:rsidRPr="00800FC9">
              <w:rPr>
                <w:rFonts w:ascii="Calibri" w:hAnsi="Calibri" w:cs="Calibri"/>
                <w:spacing w:val="8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din</w:t>
            </w:r>
            <w:r w:rsidRPr="00800FC9">
              <w:rPr>
                <w:rFonts w:ascii="Calibri" w:hAnsi="Calibri" w:cs="Calibri"/>
                <w:spacing w:val="9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cadrul</w:t>
            </w:r>
            <w:r w:rsidR="00800FC9">
              <w:rPr>
                <w:rFonts w:ascii="Calibri" w:hAnsi="Calibri" w:cs="Calibri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proiectului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tehnic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 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cele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descrise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DALI/SF?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C83777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49B4F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C6FFAF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4BE28B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1B674D" w:rsidRPr="00800FC9" w14:paraId="3FA3A725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AA9C7" w14:textId="77777777" w:rsidR="001B674D" w:rsidRPr="00800FC9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0030D" w14:textId="77777777" w:rsidR="001B674D" w:rsidRPr="00800FC9" w:rsidRDefault="001B674D" w:rsidP="00800FC9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Memoriul</w:t>
            </w:r>
            <w:r w:rsidRPr="00800FC9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tehnic</w:t>
            </w:r>
            <w:r w:rsidRPr="00800FC9">
              <w:rPr>
                <w:rFonts w:ascii="Calibri" w:hAnsi="Calibri" w:cs="Calibri"/>
                <w:spacing w:val="6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general al PTE (partea a II-a conform anexa 11 la HG907/2016)este</w:t>
            </w:r>
            <w:r w:rsidRPr="00800FC9">
              <w:rPr>
                <w:rFonts w:ascii="Calibri" w:hAnsi="Calibri" w:cs="Calibri"/>
                <w:spacing w:val="6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corelat</w:t>
            </w:r>
            <w:r w:rsidRPr="00800FC9">
              <w:rPr>
                <w:rFonts w:ascii="Calibri" w:hAnsi="Calibri" w:cs="Calibri"/>
                <w:spacing w:val="6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6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memoriile</w:t>
            </w:r>
            <w:r w:rsidRPr="00800FC9">
              <w:rPr>
                <w:rFonts w:ascii="Calibri" w:hAnsi="Calibri" w:cs="Calibri"/>
                <w:spacing w:val="6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tehnice</w:t>
            </w:r>
            <w:r w:rsidRPr="00800FC9">
              <w:rPr>
                <w:rFonts w:ascii="Calibri" w:hAnsi="Calibri" w:cs="Calibri"/>
                <w:spacing w:val="6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</w:t>
            </w:r>
            <w:r w:rsidR="00800FC9">
              <w:rPr>
                <w:rFonts w:ascii="Calibri" w:hAnsi="Calibri" w:cs="Calibri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specialități</w:t>
            </w:r>
            <w:r w:rsidRPr="00800FC9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21AF56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50571F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2B3B24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88D015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1B674D" w:rsidRPr="00800FC9" w14:paraId="220F3992" w14:textId="77777777" w:rsidTr="00C04AE4">
        <w:trPr>
          <w:gridAfter w:val="1"/>
          <w:wAfter w:w="99" w:type="dxa"/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50177A" w14:textId="77777777" w:rsidR="001B674D" w:rsidRPr="00800FC9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A15F6B" w14:textId="77777777" w:rsidR="001B674D" w:rsidRPr="00800FC9" w:rsidRDefault="001B674D" w:rsidP="00800FC9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Partea</w:t>
            </w:r>
            <w:r w:rsidRPr="00800FC9">
              <w:rPr>
                <w:rFonts w:ascii="Calibri" w:hAnsi="Calibri" w:cs="Calibri"/>
                <w:spacing w:val="3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scrisă</w:t>
            </w:r>
            <w:r w:rsidRPr="00800FC9">
              <w:rPr>
                <w:rFonts w:ascii="Calibri" w:hAnsi="Calibri" w:cs="Calibri"/>
                <w:spacing w:val="9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din</w:t>
            </w:r>
            <w:r w:rsidRPr="00800FC9">
              <w:rPr>
                <w:rFonts w:ascii="Calibri" w:hAnsi="Calibri" w:cs="Calibri"/>
                <w:spacing w:val="9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cadrul</w:t>
            </w:r>
            <w:r w:rsidRPr="00800FC9">
              <w:rPr>
                <w:rFonts w:ascii="Calibri" w:hAnsi="Calibri" w:cs="Calibri"/>
                <w:spacing w:val="9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proiectului</w:t>
            </w:r>
            <w:r w:rsidRPr="00800FC9">
              <w:rPr>
                <w:rFonts w:ascii="Calibri" w:hAnsi="Calibri" w:cs="Calibri"/>
                <w:spacing w:val="9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tehnic (partea I si partea II-a conform anexei 11 la HG 907/2016)</w:t>
            </w:r>
            <w:r w:rsidRPr="00800FC9">
              <w:rPr>
                <w:rFonts w:ascii="Calibri" w:hAnsi="Calibri" w:cs="Calibri"/>
                <w:spacing w:val="9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este</w:t>
            </w:r>
            <w:r w:rsidR="00800FC9">
              <w:rPr>
                <w:rFonts w:ascii="Calibri" w:hAnsi="Calibri" w:cs="Calibri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corelată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partea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desenată?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D632E9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6BE07A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8F54E7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B8FEAF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1B674D" w:rsidRPr="00800FC9" w14:paraId="362388F2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206025" w14:textId="77777777" w:rsidR="001B674D" w:rsidRPr="00800FC9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53792" w14:textId="77777777" w:rsidR="001B674D" w:rsidRPr="00800FC9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Graficul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general</w:t>
            </w:r>
            <w:r w:rsidRPr="00800FC9">
              <w:rPr>
                <w:rFonts w:ascii="Calibri" w:hAnsi="Calibri" w:cs="Calibri"/>
                <w:spacing w:val="-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realizare</w:t>
            </w:r>
            <w:r w:rsidRPr="00800FC9">
              <w:rPr>
                <w:rFonts w:ascii="Calibri" w:hAnsi="Calibri" w:cs="Calibri"/>
                <w:spacing w:val="-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proofErr w:type="spellStart"/>
            <w:r w:rsidR="00C04AE4" w:rsidRPr="00800FC9">
              <w:rPr>
                <w:rFonts w:ascii="Calibri" w:hAnsi="Calibri" w:cs="Calibri"/>
                <w:sz w:val="24"/>
              </w:rPr>
              <w:t>investiţiei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:</w:t>
            </w:r>
          </w:p>
          <w:p w14:paraId="2F01A47F" w14:textId="77777777" w:rsidR="001B674D" w:rsidRPr="00800FC9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1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este</w:t>
            </w:r>
            <w:r w:rsidRPr="00800FC9">
              <w:rPr>
                <w:rFonts w:ascii="Calibri" w:hAnsi="Calibri" w:cs="Calibri"/>
                <w:spacing w:val="5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corelat</w:t>
            </w:r>
            <w:r w:rsidRPr="00800FC9">
              <w:rPr>
                <w:rFonts w:ascii="Calibri" w:hAnsi="Calibri" w:cs="Calibri"/>
                <w:spacing w:val="5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5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cel</w:t>
            </w:r>
            <w:r w:rsidRPr="00800FC9">
              <w:rPr>
                <w:rFonts w:ascii="Calibri" w:hAnsi="Calibri" w:cs="Calibri"/>
                <w:spacing w:val="5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prezentat</w:t>
            </w:r>
            <w:r w:rsidRPr="00800FC9">
              <w:rPr>
                <w:rFonts w:ascii="Calibri" w:hAnsi="Calibri" w:cs="Calibri"/>
                <w:spacing w:val="5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</w:t>
            </w:r>
            <w:r w:rsidRPr="00800FC9">
              <w:rPr>
                <w:rFonts w:ascii="Calibri" w:hAnsi="Calibri" w:cs="Calibri"/>
                <w:spacing w:val="5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cadrul</w:t>
            </w:r>
            <w:r w:rsidRPr="00800FC9">
              <w:rPr>
                <w:rFonts w:ascii="Calibri" w:hAnsi="Calibri" w:cs="Calibri"/>
                <w:spacing w:val="5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Cererii</w:t>
            </w:r>
            <w:r w:rsidRPr="00800FC9">
              <w:rPr>
                <w:rFonts w:ascii="Calibri" w:hAnsi="Calibri" w:cs="Calibri"/>
                <w:spacing w:val="5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Finanţare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?</w:t>
            </w:r>
          </w:p>
          <w:p w14:paraId="6D106869" w14:textId="77777777" w:rsidR="001B674D" w:rsidRPr="00800FC9" w:rsidRDefault="001B674D" w:rsidP="001B674D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right="106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este</w:t>
            </w:r>
            <w:r w:rsidRPr="00800FC9">
              <w:rPr>
                <w:rFonts w:ascii="Calibri" w:hAnsi="Calibri" w:cs="Calibri"/>
                <w:spacing w:val="2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corect</w:t>
            </w:r>
            <w:r w:rsidRPr="00800FC9">
              <w:rPr>
                <w:rFonts w:ascii="Calibri" w:hAnsi="Calibri" w:cs="Calibri"/>
                <w:spacing w:val="2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estimat</w:t>
            </w:r>
            <w:r w:rsidRPr="00800FC9">
              <w:rPr>
                <w:rFonts w:ascii="Calibri" w:hAnsi="Calibri" w:cs="Calibri"/>
                <w:spacing w:val="2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</w:t>
            </w:r>
            <w:r w:rsidRPr="00800FC9">
              <w:rPr>
                <w:rFonts w:ascii="Calibri" w:hAnsi="Calibri" w:cs="Calibri"/>
                <w:spacing w:val="26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și</w:t>
            </w:r>
            <w:r w:rsidRPr="00800FC9">
              <w:rPr>
                <w:rFonts w:ascii="Calibri" w:hAnsi="Calibri" w:cs="Calibri"/>
                <w:spacing w:val="2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perioada</w:t>
            </w:r>
            <w:r w:rsidRPr="00800FC9">
              <w:rPr>
                <w:rFonts w:ascii="Calibri" w:hAnsi="Calibri" w:cs="Calibri"/>
                <w:spacing w:val="2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2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realizare</w:t>
            </w:r>
            <w:r w:rsidRPr="00800FC9">
              <w:rPr>
                <w:rFonts w:ascii="Calibri" w:hAnsi="Calibri" w:cs="Calibri"/>
                <w:spacing w:val="2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(conform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tehnologiilor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execuție,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etc)?</w:t>
            </w:r>
          </w:p>
          <w:p w14:paraId="298280E7" w14:textId="77777777" w:rsidR="001B674D" w:rsidRPr="00800FC9" w:rsidRDefault="001B674D" w:rsidP="00800FC9">
            <w:pPr>
              <w:pStyle w:val="TableParagraph"/>
              <w:numPr>
                <w:ilvl w:val="0"/>
                <w:numId w:val="44"/>
              </w:numPr>
              <w:tabs>
                <w:tab w:val="left" w:pos="893"/>
              </w:tabs>
              <w:ind w:left="107" w:right="97" w:firstLine="424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respectă termenele</w:t>
            </w:r>
            <w:r w:rsidRPr="00800FC9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limită</w:t>
            </w:r>
            <w:r w:rsidRPr="00800FC9">
              <w:rPr>
                <w:rFonts w:ascii="Calibri" w:hAnsi="Calibri" w:cs="Calibri"/>
                <w:spacing w:val="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ale programului</w:t>
            </w:r>
            <w:r w:rsidRPr="00800FC9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finanțare?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(se</w:t>
            </w:r>
            <w:r w:rsidRPr="00800FC9">
              <w:rPr>
                <w:rFonts w:ascii="Calibri" w:hAnsi="Calibri" w:cs="Calibri"/>
                <w:i/>
                <w:spacing w:val="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va</w:t>
            </w:r>
            <w:r w:rsidRPr="00800FC9">
              <w:rPr>
                <w:rFonts w:ascii="Calibri" w:hAnsi="Calibri" w:cs="Calibri"/>
                <w:i/>
                <w:spacing w:val="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avea</w:t>
            </w:r>
            <w:r w:rsidRPr="00800FC9">
              <w:rPr>
                <w:rFonts w:ascii="Calibri" w:hAnsi="Calibri" w:cs="Calibri"/>
                <w:i/>
                <w:spacing w:val="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în</w:t>
            </w:r>
            <w:r w:rsidRPr="00800FC9">
              <w:rPr>
                <w:rFonts w:ascii="Calibri" w:hAnsi="Calibri" w:cs="Calibri"/>
                <w:i/>
                <w:spacing w:val="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vedere</w:t>
            </w:r>
            <w:r w:rsidRPr="00800FC9">
              <w:rPr>
                <w:rFonts w:ascii="Calibri" w:hAnsi="Calibri" w:cs="Calibri"/>
                <w:i/>
                <w:spacing w:val="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ca</w:t>
            </w:r>
            <w:r w:rsidRPr="00800FC9">
              <w:rPr>
                <w:rFonts w:ascii="Calibri" w:hAnsi="Calibri" w:cs="Calibri"/>
                <w:i/>
                <w:spacing w:val="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termenul</w:t>
            </w:r>
            <w:r w:rsidRPr="00800FC9">
              <w:rPr>
                <w:rFonts w:ascii="Calibri" w:hAnsi="Calibri" w:cs="Calibri"/>
                <w:i/>
                <w:spacing w:val="9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limită</w:t>
            </w:r>
            <w:r w:rsidRPr="00800FC9">
              <w:rPr>
                <w:rFonts w:ascii="Calibri" w:hAnsi="Calibri" w:cs="Calibri"/>
                <w:i/>
                <w:spacing w:val="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de</w:t>
            </w:r>
            <w:r w:rsidRPr="00800FC9">
              <w:rPr>
                <w:rFonts w:ascii="Calibri" w:hAnsi="Calibri" w:cs="Calibri"/>
                <w:i/>
                <w:spacing w:val="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implementare</w:t>
            </w:r>
            <w:r w:rsidRPr="00800FC9">
              <w:rPr>
                <w:rFonts w:ascii="Calibri" w:hAnsi="Calibri" w:cs="Calibri"/>
                <w:i/>
                <w:spacing w:val="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a</w:t>
            </w:r>
            <w:r w:rsidRPr="00800FC9">
              <w:rPr>
                <w:rFonts w:ascii="Calibri" w:hAnsi="Calibri" w:cs="Calibri"/>
                <w:i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proiectului</w:t>
            </w:r>
            <w:r w:rsidRPr="00800FC9">
              <w:rPr>
                <w:rFonts w:ascii="Calibri" w:hAnsi="Calibri" w:cs="Calibri"/>
                <w:i/>
                <w:spacing w:val="1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nu</w:t>
            </w:r>
            <w:r w:rsidRPr="00800FC9">
              <w:rPr>
                <w:rFonts w:ascii="Calibri" w:hAnsi="Calibri" w:cs="Calibri"/>
                <w:i/>
                <w:spacing w:val="1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poate</w:t>
            </w:r>
            <w:r w:rsidRPr="00800FC9">
              <w:rPr>
                <w:rFonts w:ascii="Calibri" w:hAnsi="Calibri" w:cs="Calibri"/>
                <w:i/>
                <w:spacing w:val="13"/>
                <w:sz w:val="24"/>
              </w:rPr>
              <w:t xml:space="preserve"> </w:t>
            </w:r>
            <w:r w:rsidR="00C04AE4" w:rsidRPr="00800FC9">
              <w:rPr>
                <w:rFonts w:ascii="Calibri" w:hAnsi="Calibri" w:cs="Calibri"/>
                <w:i/>
                <w:sz w:val="24"/>
              </w:rPr>
              <w:t>depăși</w:t>
            </w:r>
            <w:r w:rsidRPr="00800FC9">
              <w:rPr>
                <w:rFonts w:ascii="Calibri" w:hAnsi="Calibri" w:cs="Calibri"/>
                <w:i/>
                <w:spacing w:val="1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termenul</w:t>
            </w:r>
            <w:r w:rsidRPr="00800FC9">
              <w:rPr>
                <w:rFonts w:ascii="Calibri" w:hAnsi="Calibri" w:cs="Calibri"/>
                <w:i/>
                <w:spacing w:val="1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prevăzut</w:t>
            </w:r>
            <w:r w:rsidRPr="00800FC9">
              <w:rPr>
                <w:rFonts w:ascii="Calibri" w:hAnsi="Calibri" w:cs="Calibri"/>
                <w:i/>
                <w:spacing w:val="1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în</w:t>
            </w:r>
            <w:r w:rsidRPr="00800FC9">
              <w:rPr>
                <w:rFonts w:ascii="Calibri" w:hAnsi="Calibri" w:cs="Calibri"/>
                <w:i/>
                <w:spacing w:val="1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documentele</w:t>
            </w:r>
            <w:r w:rsidRPr="00800FC9">
              <w:rPr>
                <w:rFonts w:ascii="Calibri" w:hAnsi="Calibri" w:cs="Calibri"/>
                <w:i/>
                <w:spacing w:val="1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de</w:t>
            </w:r>
            <w:r w:rsidR="00800FC9">
              <w:rPr>
                <w:rFonts w:ascii="Calibri" w:hAnsi="Calibri" w:cs="Calibri"/>
                <w:i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programare:</w:t>
            </w:r>
            <w:r w:rsidRPr="00800FC9">
              <w:rPr>
                <w:rFonts w:ascii="Calibri" w:hAnsi="Calibri" w:cs="Calibri"/>
                <w:i/>
                <w:spacing w:val="-1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i/>
                <w:sz w:val="24"/>
              </w:rPr>
              <w:t>31.dec.2029)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97E208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C704A6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0A59E7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27C7A9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1B674D" w:rsidRPr="00800FC9" w14:paraId="5CE78062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496AA2" w14:textId="77777777" w:rsidR="001B674D" w:rsidRPr="00800FC9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8C7D99" w14:textId="77777777" w:rsidR="001B674D" w:rsidRPr="00800FC9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PT (partea I si partea II-a conform anexei 11 la HG907/2016)</w:t>
            </w:r>
            <w:r w:rsidRPr="00800FC9">
              <w:rPr>
                <w:rFonts w:ascii="Calibri" w:hAnsi="Calibri" w:cs="Calibri"/>
                <w:spacing w:val="2"/>
                <w:sz w:val="24"/>
              </w:rPr>
              <w:t xml:space="preserve"> )</w:t>
            </w:r>
            <w:r w:rsidRPr="00800FC9">
              <w:rPr>
                <w:rFonts w:ascii="Calibri" w:hAnsi="Calibri" w:cs="Calibri"/>
                <w:sz w:val="24"/>
              </w:rPr>
              <w:t xml:space="preserve">, inclusiv detaliile de </w:t>
            </w:r>
            <w:r w:rsidR="00C04AE4" w:rsidRPr="00800FC9">
              <w:rPr>
                <w:rFonts w:ascii="Calibri" w:hAnsi="Calibri" w:cs="Calibri"/>
                <w:sz w:val="24"/>
              </w:rPr>
              <w:t>execuție</w:t>
            </w:r>
            <w:r w:rsidRPr="00800FC9">
              <w:rPr>
                <w:rFonts w:ascii="Calibri" w:hAnsi="Calibri" w:cs="Calibri"/>
                <w:sz w:val="24"/>
              </w:rPr>
              <w:t>, sunt verificate de verificatori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tehnici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="00C04AE4" w:rsidRPr="00800FC9">
              <w:rPr>
                <w:rFonts w:ascii="Calibri" w:hAnsi="Calibri" w:cs="Calibri"/>
                <w:sz w:val="24"/>
              </w:rPr>
              <w:t>atestați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="00C04AE4" w:rsidRPr="00800FC9">
              <w:rPr>
                <w:rFonts w:ascii="Calibri" w:hAnsi="Calibri" w:cs="Calibri"/>
                <w:sz w:val="24"/>
              </w:rPr>
              <w:t>specialități</w:t>
            </w:r>
            <w:r w:rsidRPr="00800FC9">
              <w:rPr>
                <w:rFonts w:ascii="Calibri" w:hAnsi="Calibri" w:cs="Calibri"/>
                <w:sz w:val="24"/>
              </w:rPr>
              <w:t>/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expert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tehnic,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cf.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Legii</w:t>
            </w:r>
            <w:r w:rsidRPr="00800FC9">
              <w:rPr>
                <w:rFonts w:ascii="Calibri" w:hAnsi="Calibri" w:cs="Calibri"/>
                <w:spacing w:val="60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nr.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10/1995,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republicată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modificările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ulterioare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”Regulamentului de verificare si expertizare tehnica de calitate 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proiectelor,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="00C04AE4" w:rsidRPr="00800FC9">
              <w:rPr>
                <w:rFonts w:ascii="Calibri" w:hAnsi="Calibri" w:cs="Calibri"/>
                <w:sz w:val="24"/>
              </w:rPr>
              <w:t>execuției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lucrărilor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="00C04AE4" w:rsidRPr="00800FC9">
              <w:rPr>
                <w:rFonts w:ascii="Calibri" w:hAnsi="Calibri" w:cs="Calibri"/>
                <w:sz w:val="24"/>
              </w:rPr>
              <w:t>construcțiilor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-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H.G.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742/2018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”?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BB51FD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45370C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5D7C90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805271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1B674D" w:rsidRPr="00800FC9" w14:paraId="79269DF8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350672" w14:textId="77777777" w:rsidR="001B674D" w:rsidRPr="00800FC9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450AE5" w14:textId="77777777" w:rsidR="001B674D" w:rsidRPr="00800FC9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Centralizatoarele</w:t>
            </w:r>
            <w:r w:rsidRPr="00800FC9">
              <w:rPr>
                <w:rFonts w:ascii="Calibri" w:hAnsi="Calibri" w:cs="Calibri"/>
                <w:spacing w:val="4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</w:t>
            </w:r>
            <w:r w:rsidRPr="00800FC9">
              <w:rPr>
                <w:rFonts w:ascii="Calibri" w:hAnsi="Calibri" w:cs="Calibri"/>
                <w:spacing w:val="4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obiecte</w:t>
            </w:r>
            <w:r w:rsidRPr="00800FC9">
              <w:rPr>
                <w:rFonts w:ascii="Calibri" w:hAnsi="Calibri" w:cs="Calibri"/>
                <w:spacing w:val="4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si</w:t>
            </w:r>
            <w:r w:rsidRPr="00800FC9">
              <w:rPr>
                <w:rFonts w:ascii="Calibri" w:hAnsi="Calibri" w:cs="Calibri"/>
                <w:spacing w:val="45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categorii</w:t>
            </w:r>
            <w:r w:rsidRPr="00800FC9">
              <w:rPr>
                <w:rFonts w:ascii="Calibri" w:hAnsi="Calibri" w:cs="Calibri"/>
                <w:spacing w:val="4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44"/>
                <w:sz w:val="24"/>
              </w:rPr>
              <w:t xml:space="preserve"> </w:t>
            </w:r>
            <w:r w:rsidR="00C04AE4" w:rsidRPr="00800FC9">
              <w:rPr>
                <w:rFonts w:ascii="Calibri" w:hAnsi="Calibri" w:cs="Calibri"/>
                <w:sz w:val="24"/>
              </w:rPr>
              <w:t>lucrări</w:t>
            </w:r>
            <w:r w:rsidRPr="00800FC9">
              <w:rPr>
                <w:rFonts w:ascii="Calibri" w:hAnsi="Calibri" w:cs="Calibri"/>
                <w:spacing w:val="46"/>
                <w:sz w:val="24"/>
              </w:rPr>
              <w:t xml:space="preserve"> </w:t>
            </w:r>
            <w:r w:rsidR="00C04AE4" w:rsidRPr="00800FC9">
              <w:rPr>
                <w:rFonts w:ascii="Calibri" w:hAnsi="Calibri" w:cs="Calibri"/>
                <w:sz w:val="24"/>
              </w:rPr>
              <w:t>menționează</w:t>
            </w:r>
            <w:r w:rsidRPr="00800FC9">
              <w:rPr>
                <w:rFonts w:ascii="Calibri" w:hAnsi="Calibri" w:cs="Calibri"/>
                <w:spacing w:val="-57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toate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elementele componente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obiectelor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BFD7F9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CD2AB2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EBD431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383A70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1B674D" w:rsidRPr="00800FC9" w14:paraId="254A9689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8737A4" w14:textId="77777777" w:rsidR="001B674D" w:rsidRPr="00800FC9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6E74DB" w14:textId="77777777" w:rsidR="001B674D" w:rsidRPr="00800FC9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Centralizatorul cheltuielilor pe obiectiv de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investiţie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 xml:space="preserve"> (formular F1),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Centralizatoarele cheltuielilor pe obiecte si categorii de lucrări,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(Formularele F2), Listele cu cantitățile de lucrări pe categorii 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lucrări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(Formularele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F3),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Lista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cantitățile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utilaje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și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echipamente tehnologice, inclusiv dotări (Formularele F4), sunt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corelate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între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ele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și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cu</w:t>
            </w:r>
            <w:r w:rsidRPr="00800FC9">
              <w:rPr>
                <w:rFonts w:ascii="Calibri" w:hAnsi="Calibri" w:cs="Calibri"/>
                <w:spacing w:val="-3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Devizul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General</w:t>
            </w:r>
            <w:r w:rsidRPr="00800FC9">
              <w:rPr>
                <w:rFonts w:ascii="Calibri" w:hAnsi="Calibri" w:cs="Calibri"/>
                <w:spacing w:val="-4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și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Bugetul</w:t>
            </w:r>
            <w:r w:rsidRPr="00800FC9">
              <w:rPr>
                <w:rFonts w:ascii="Calibri" w:hAnsi="Calibri" w:cs="Calibri"/>
                <w:spacing w:val="-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proiectului?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85CD13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1931BC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95DF59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6424F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1B674D" w:rsidRPr="00800FC9" w14:paraId="09576643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7DC456" w14:textId="77777777" w:rsidR="001B674D" w:rsidRPr="00800FC9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E1E46C" w14:textId="77777777" w:rsidR="001B674D" w:rsidRPr="00800FC9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Corelarea specialităților proiectului este concretizată prin planșe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(de ex. Planșe de structura cu goluri pentru instalați, etc) sau alte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documente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concludente?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04BA27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666FD7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D66BF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B667C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1B674D" w:rsidRPr="00800FC9" w14:paraId="644D317D" w14:textId="77777777" w:rsidTr="00C04AE4">
        <w:trPr>
          <w:trHeight w:val="599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AC931" w14:textId="77777777" w:rsidR="001B674D" w:rsidRPr="00800FC9" w:rsidRDefault="001B674D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054720" w14:textId="77777777" w:rsidR="001B674D" w:rsidRPr="00800FC9" w:rsidRDefault="001B674D" w:rsidP="001B674D">
            <w:pPr>
              <w:pStyle w:val="TableParagraph"/>
              <w:ind w:left="107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>Proiectul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tehnic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fost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elaborat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respectând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recomandările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expertului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tehnic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asupra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soluției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optime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(în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cazul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lucrărilor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-58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 xml:space="preserve">intervenție) </w:t>
            </w:r>
            <w:proofErr w:type="spellStart"/>
            <w:r w:rsidRPr="00800FC9">
              <w:rPr>
                <w:rFonts w:ascii="Calibri" w:hAnsi="Calibri" w:cs="Calibri"/>
                <w:sz w:val="24"/>
              </w:rPr>
              <w:t>şi</w:t>
            </w:r>
            <w:proofErr w:type="spellEnd"/>
            <w:r w:rsidRPr="00800FC9">
              <w:rPr>
                <w:rFonts w:ascii="Calibri" w:hAnsi="Calibri" w:cs="Calibri"/>
                <w:sz w:val="24"/>
              </w:rPr>
              <w:t>, respectiv, a măsurilor/</w:t>
            </w:r>
            <w:r w:rsidR="00C04AE4" w:rsidRPr="00800FC9">
              <w:rPr>
                <w:rFonts w:ascii="Calibri" w:hAnsi="Calibri" w:cs="Calibri"/>
                <w:sz w:val="24"/>
              </w:rPr>
              <w:t>soluțiilor</w:t>
            </w:r>
            <w:r w:rsidRPr="00800FC9">
              <w:rPr>
                <w:rFonts w:ascii="Calibri" w:hAnsi="Calibri" w:cs="Calibri"/>
                <w:sz w:val="24"/>
              </w:rPr>
              <w:t xml:space="preserve"> recomandate 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auditorul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energetic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pentru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clădiri,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studiilor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geotehnice,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topografice,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alte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studii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specialitate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necesare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realizării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investiției,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avizelor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furnizorilor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de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utilități,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acordurilor,</w:t>
            </w:r>
            <w:r w:rsidRPr="00800FC9">
              <w:rPr>
                <w:rFonts w:ascii="Calibri" w:hAnsi="Calibri" w:cs="Calibri"/>
                <w:spacing w:val="1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autorizațiilor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etc.,</w:t>
            </w:r>
            <w:r w:rsidRPr="00800FC9">
              <w:rPr>
                <w:rFonts w:ascii="Calibri" w:hAnsi="Calibri" w:cs="Calibri"/>
                <w:spacing w:val="-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după</w:t>
            </w:r>
            <w:r w:rsidRPr="00800FC9">
              <w:rPr>
                <w:rFonts w:ascii="Calibri" w:hAnsi="Calibri" w:cs="Calibri"/>
                <w:spacing w:val="2"/>
                <w:sz w:val="24"/>
              </w:rPr>
              <w:t xml:space="preserve"> </w:t>
            </w:r>
            <w:r w:rsidRPr="00800FC9">
              <w:rPr>
                <w:rFonts w:ascii="Calibri" w:hAnsi="Calibri" w:cs="Calibri"/>
                <w:sz w:val="24"/>
              </w:rPr>
              <w:t>caz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8666E0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256774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FEC34D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974C0C" w14:textId="77777777" w:rsidR="001B674D" w:rsidRPr="00800FC9" w:rsidRDefault="001B674D" w:rsidP="001B674D">
            <w:pPr>
              <w:pStyle w:val="TableParagraph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</w:tr>
      <w:tr w:rsidR="00AC4893" w:rsidRPr="00800FC9" w14:paraId="4CC705E8" w14:textId="77777777" w:rsidTr="00C04AE4">
        <w:trPr>
          <w:trHeight w:val="1357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706D0B" w14:textId="77777777" w:rsidR="00AC4893" w:rsidRPr="00800FC9" w:rsidRDefault="00AC4893" w:rsidP="00644F34">
            <w:pPr>
              <w:pStyle w:val="TableParagraph"/>
              <w:numPr>
                <w:ilvl w:val="0"/>
                <w:numId w:val="45"/>
              </w:numPr>
              <w:ind w:right="292"/>
              <w:jc w:val="both"/>
              <w:rPr>
                <w:rFonts w:ascii="Calibri" w:hAnsi="Calibri" w:cs="Calibri"/>
                <w:b/>
                <w:sz w:val="24"/>
              </w:rPr>
            </w:pPr>
          </w:p>
        </w:tc>
        <w:tc>
          <w:tcPr>
            <w:tcW w:w="63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13F04C" w14:textId="77777777" w:rsidR="00AC4893" w:rsidRPr="00800FC9" w:rsidRDefault="00AC4893" w:rsidP="001B674D">
            <w:pPr>
              <w:pStyle w:val="TableParagraph"/>
              <w:ind w:left="107" w:right="99"/>
              <w:jc w:val="both"/>
              <w:rPr>
                <w:rFonts w:ascii="Calibri" w:hAnsi="Calibri" w:cs="Calibri"/>
                <w:sz w:val="24"/>
              </w:rPr>
            </w:pPr>
            <w:r w:rsidRPr="00800FC9">
              <w:rPr>
                <w:rFonts w:ascii="Calibri" w:hAnsi="Calibri" w:cs="Calibri"/>
                <w:sz w:val="24"/>
              </w:rPr>
              <w:t xml:space="preserve">Informațiile </w:t>
            </w:r>
            <w:r w:rsidRPr="00800FC9">
              <w:rPr>
                <w:rFonts w:ascii="Calibri" w:hAnsi="Calibri" w:cs="Calibri"/>
                <w:color w:val="000000"/>
                <w:sz w:val="24"/>
              </w:rPr>
              <w:t xml:space="preserve">privind </w:t>
            </w:r>
            <w:r w:rsidRPr="00800FC9">
              <w:rPr>
                <w:rFonts w:ascii="Calibri" w:hAnsi="Calibri" w:cs="Calibri"/>
                <w:sz w:val="24"/>
              </w:rPr>
              <w:t xml:space="preserve"> Imunizarea față de schimbările climatice – realizată în cadrul documentației tehnice,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4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68162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CE4FA9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4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D2F609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  <w:tc>
          <w:tcPr>
            <w:tcW w:w="1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35A9FC" w14:textId="77777777" w:rsidR="00AC4893" w:rsidRPr="00800FC9" w:rsidRDefault="00AC4893" w:rsidP="001B674D">
            <w:pPr>
              <w:pStyle w:val="TableParagraph"/>
              <w:jc w:val="both"/>
              <w:rPr>
                <w:rFonts w:ascii="Calibri" w:hAnsi="Calibri" w:cs="Calibri"/>
                <w:sz w:val="24"/>
              </w:rPr>
            </w:pPr>
          </w:p>
        </w:tc>
      </w:tr>
    </w:tbl>
    <w:p w14:paraId="0A3A7B90" w14:textId="77777777" w:rsidR="00522E43" w:rsidRPr="00800FC9" w:rsidRDefault="00522E43" w:rsidP="001B674D">
      <w:pPr>
        <w:jc w:val="both"/>
        <w:rPr>
          <w:rFonts w:ascii="Calibri" w:hAnsi="Calibri" w:cs="Calibri"/>
          <w:b/>
          <w:szCs w:val="22"/>
        </w:rPr>
      </w:pPr>
    </w:p>
    <w:p w14:paraId="00A2F478" w14:textId="77777777" w:rsidR="00AC4893" w:rsidRPr="00800FC9" w:rsidRDefault="00800FC9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Nota </w:t>
      </w:r>
      <w:r w:rsidR="00AC4893" w:rsidRPr="00800FC9">
        <w:rPr>
          <w:rFonts w:ascii="Calibri" w:hAnsi="Calibri" w:cs="Calibri"/>
          <w:b/>
          <w:szCs w:val="22"/>
        </w:rPr>
        <w:t>1:</w:t>
      </w:r>
    </w:p>
    <w:p w14:paraId="06895911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Raport/Documentație privind imunizarea la schimbările climatice, elaborat/elaborata  în conformitate cu cerințele din Comunicarea Comisiei Europene privind Orientările tehnice referitoare la imunizarea infrastructurii la schimbările climatice în perioada 2021-2027 publicate la 16 septembrie 2021 (2021/C 373/01) va </w:t>
      </w:r>
      <w:r w:rsidR="001B674D" w:rsidRPr="00800FC9">
        <w:rPr>
          <w:rFonts w:ascii="Calibri" w:hAnsi="Calibri" w:cs="Calibri"/>
          <w:b/>
          <w:szCs w:val="22"/>
        </w:rPr>
        <w:t>conține</w:t>
      </w:r>
      <w:r w:rsidRPr="00800FC9">
        <w:rPr>
          <w:rFonts w:ascii="Calibri" w:hAnsi="Calibri" w:cs="Calibri"/>
          <w:b/>
          <w:szCs w:val="22"/>
        </w:rPr>
        <w:t xml:space="preserve">, sunt prezentate, </w:t>
      </w:r>
      <w:r w:rsidR="00C04AE4" w:rsidRPr="00800FC9">
        <w:rPr>
          <w:rFonts w:ascii="Calibri" w:hAnsi="Calibri" w:cs="Calibri"/>
          <w:b/>
          <w:szCs w:val="22"/>
        </w:rPr>
        <w:t>după</w:t>
      </w:r>
      <w:r w:rsidRPr="00800FC9">
        <w:rPr>
          <w:rFonts w:ascii="Calibri" w:hAnsi="Calibri" w:cs="Calibri"/>
          <w:b/>
          <w:szCs w:val="22"/>
        </w:rPr>
        <w:t xml:space="preserve"> caz, </w:t>
      </w:r>
      <w:r w:rsidR="00C04AE4" w:rsidRPr="00800FC9">
        <w:rPr>
          <w:rFonts w:ascii="Calibri" w:hAnsi="Calibri" w:cs="Calibri"/>
          <w:b/>
          <w:szCs w:val="22"/>
        </w:rPr>
        <w:t>î</w:t>
      </w:r>
      <w:r w:rsidRPr="00800FC9">
        <w:rPr>
          <w:rFonts w:ascii="Calibri" w:hAnsi="Calibri" w:cs="Calibri"/>
          <w:b/>
          <w:szCs w:val="22"/>
        </w:rPr>
        <w:t xml:space="preserve">n conformitate cu </w:t>
      </w:r>
      <w:proofErr w:type="spellStart"/>
      <w:r w:rsidR="00C04AE4" w:rsidRPr="00800FC9">
        <w:rPr>
          <w:rFonts w:ascii="Calibri" w:hAnsi="Calibri" w:cs="Calibri"/>
          <w:b/>
          <w:szCs w:val="22"/>
        </w:rPr>
        <w:t>situaţia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reala:</w:t>
      </w:r>
    </w:p>
    <w:p w14:paraId="5E2AA0DD" w14:textId="77777777" w:rsidR="001B674D" w:rsidRPr="00800FC9" w:rsidRDefault="001B674D" w:rsidP="001B674D">
      <w:pPr>
        <w:jc w:val="both"/>
        <w:rPr>
          <w:rFonts w:ascii="Calibri" w:hAnsi="Calibri" w:cs="Calibri"/>
          <w:b/>
          <w:szCs w:val="22"/>
        </w:rPr>
      </w:pPr>
    </w:p>
    <w:p w14:paraId="246A32C2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proofErr w:type="spellStart"/>
      <w:r w:rsidRPr="00800FC9">
        <w:rPr>
          <w:rFonts w:ascii="Calibri" w:hAnsi="Calibri" w:cs="Calibri"/>
          <w:b/>
          <w:szCs w:val="22"/>
        </w:rPr>
        <w:t>I.a.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= pentru etapa: I. Atenuarea (neutralitatea climatica);(a)  Faza 1. Examinare/Încadrarea , </w:t>
      </w:r>
    </w:p>
    <w:p w14:paraId="192A095B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>Se prezinta evaluarea impactului proiectului asupra emisiilor de GES. Dacă proiectul nu necesită o evaluare a amprentei de carbon, este  prezinta analiza aferentă în mod succint într-o declarație privind examinarea neutralității climatice.</w:t>
      </w:r>
    </w:p>
    <w:p w14:paraId="7CB5A978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</w:p>
    <w:p w14:paraId="60335063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proofErr w:type="spellStart"/>
      <w:r w:rsidRPr="00800FC9">
        <w:rPr>
          <w:rFonts w:ascii="Calibri" w:hAnsi="Calibri" w:cs="Calibri"/>
          <w:b/>
          <w:szCs w:val="22"/>
        </w:rPr>
        <w:t>I.b</w:t>
      </w:r>
      <w:proofErr w:type="spellEnd"/>
      <w:r w:rsidRPr="00800FC9">
        <w:rPr>
          <w:rFonts w:ascii="Calibri" w:hAnsi="Calibri" w:cs="Calibri"/>
          <w:b/>
          <w:szCs w:val="22"/>
        </w:rPr>
        <w:t>. = pentru etapa I. Atenuarea (neutralitatea climatica) ; (b) Faza 2. Analiza detaliată (Pentru  proiectele care  necesită o evaluare a amprentei de carbon),  sunt prezentate:</w:t>
      </w:r>
    </w:p>
    <w:p w14:paraId="2B9FC01B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>Pentru  proiectele care  necesită o evaluare a amprentei de carbon, sunt descrise:</w:t>
      </w:r>
    </w:p>
    <w:p w14:paraId="2A9992FE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lastRenderedPageBreak/>
        <w:t xml:space="preserve">    • Integrarea principiilor de eficienta energetica si de reducere a emisiilor in conceperea si proiectarea investiției.</w:t>
      </w:r>
    </w:p>
    <w:p w14:paraId="60A8E32D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    • Calcularea emisiilor GES generate de proiect si compararea cu limitele de încadrare (screening) absolute (total emisii) si relative (diferența dintre situația cu proiect si situația fără proiect/scenariul de referința).</w:t>
      </w:r>
    </w:p>
    <w:p w14:paraId="4A202B6F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    • Calcularea valorii monetare a emisiilor pe baza valorilor CO2 aplicabile.</w:t>
      </w:r>
    </w:p>
    <w:p w14:paraId="4F2F255A" w14:textId="77777777" w:rsidR="005232F5" w:rsidRPr="00800FC9" w:rsidRDefault="005232F5" w:rsidP="001B674D">
      <w:pPr>
        <w:jc w:val="both"/>
        <w:rPr>
          <w:rFonts w:ascii="Calibri" w:hAnsi="Calibri" w:cs="Calibri"/>
          <w:b/>
          <w:szCs w:val="22"/>
        </w:rPr>
      </w:pPr>
    </w:p>
    <w:p w14:paraId="5EB8DA57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proofErr w:type="spellStart"/>
      <w:r w:rsidRPr="00800FC9">
        <w:rPr>
          <w:rFonts w:ascii="Calibri" w:hAnsi="Calibri" w:cs="Calibri"/>
          <w:b/>
          <w:szCs w:val="22"/>
        </w:rPr>
        <w:t>II.a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= pentru etapa : II. Adaptarea (reziliența la schimbările climatice); (a)Faza 1. Examinare/Încadrarea, sunt prezentate:</w:t>
      </w:r>
    </w:p>
    <w:p w14:paraId="749D23FA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    • Analiza de </w:t>
      </w:r>
      <w:proofErr w:type="spellStart"/>
      <w:r w:rsidRPr="00800FC9">
        <w:rPr>
          <w:rFonts w:ascii="Calibri" w:hAnsi="Calibri" w:cs="Calibri"/>
          <w:b/>
          <w:szCs w:val="22"/>
        </w:rPr>
        <w:t>senzitivitate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( identificarea riscurilor climatice care sunt relevante pentru tipul respectiv de proiect, indiferent de localizarea acestuia)</w:t>
      </w:r>
    </w:p>
    <w:p w14:paraId="4B7A2EFF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    • Evaluarea expunerii la riscuri( identificarea riscurilor care sunt relevante pentru locația proiectului)</w:t>
      </w:r>
    </w:p>
    <w:p w14:paraId="2969CC2C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    • Analiza de vulnerabilitate( identificarea potențialelor riscuri semnificative)</w:t>
      </w:r>
    </w:p>
    <w:p w14:paraId="5ACA7E29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</w:p>
    <w:p w14:paraId="2556E45B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proofErr w:type="spellStart"/>
      <w:r w:rsidRPr="00800FC9">
        <w:rPr>
          <w:rFonts w:ascii="Calibri" w:hAnsi="Calibri" w:cs="Calibri"/>
          <w:b/>
          <w:szCs w:val="22"/>
        </w:rPr>
        <w:t>II.b</w:t>
      </w:r>
      <w:proofErr w:type="spellEnd"/>
      <w:r w:rsidRPr="00800FC9">
        <w:rPr>
          <w:rFonts w:ascii="Calibri" w:hAnsi="Calibri" w:cs="Calibri"/>
          <w:b/>
          <w:szCs w:val="22"/>
        </w:rPr>
        <w:t>. =pentru etapa: II. Adaptarea (reziliența la schimbările climatice);(b)</w:t>
      </w:r>
      <w:r w:rsidRPr="00800FC9">
        <w:rPr>
          <w:rFonts w:ascii="Calibri" w:hAnsi="Calibri" w:cs="Calibri"/>
          <w:b/>
          <w:szCs w:val="22"/>
        </w:rPr>
        <w:tab/>
        <w:t>Faza 2. Analiza detaliată de risc - Analiza detaliată depinde de rezultatul fazei de examinare, sunt prezentate:</w:t>
      </w:r>
    </w:p>
    <w:p w14:paraId="11833B65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    • Probabilitatea( probabilitatea ca riscurile climatice identificate sa aibă loc in timpul duratei de viață a proiectului)</w:t>
      </w:r>
    </w:p>
    <w:p w14:paraId="728A5E57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    • Impactul ( analizează consecințele în cazul în care apare pericolul climatic identificat)</w:t>
      </w:r>
    </w:p>
    <w:p w14:paraId="415228D7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    •  Riscul (identifica riscurile potențiale cele mai semnificative și cele în care trebuie luate măsuri de adaptare)</w:t>
      </w:r>
    </w:p>
    <w:p w14:paraId="07F5960D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    • Măsuri de adaptare (Pentru fiecare risc semnificativ identificat, ar trebui evaluate măsuri de adaptare specifice)</w:t>
      </w:r>
    </w:p>
    <w:p w14:paraId="738A314F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</w:p>
    <w:p w14:paraId="17929392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Acest  document face parte din Studiul de </w:t>
      </w:r>
      <w:proofErr w:type="spellStart"/>
      <w:r w:rsidRPr="00800FC9">
        <w:rPr>
          <w:rFonts w:ascii="Calibri" w:hAnsi="Calibri" w:cs="Calibri"/>
          <w:b/>
          <w:szCs w:val="22"/>
        </w:rPr>
        <w:t>Fezabilite</w:t>
      </w:r>
      <w:proofErr w:type="spellEnd"/>
      <w:r w:rsidRPr="00800FC9">
        <w:rPr>
          <w:rFonts w:ascii="Calibri" w:hAnsi="Calibri" w:cs="Calibri"/>
          <w:b/>
          <w:szCs w:val="22"/>
        </w:rPr>
        <w:t>/</w:t>
      </w:r>
      <w:r w:rsidR="00C04AE4" w:rsidRPr="00800FC9">
        <w:rPr>
          <w:rFonts w:ascii="Calibri" w:hAnsi="Calibri" w:cs="Calibri"/>
          <w:b/>
          <w:szCs w:val="22"/>
        </w:rPr>
        <w:t>Documentație</w:t>
      </w:r>
      <w:r w:rsidRPr="00800FC9">
        <w:rPr>
          <w:rFonts w:ascii="Calibri" w:hAnsi="Calibri" w:cs="Calibri"/>
          <w:b/>
          <w:szCs w:val="22"/>
        </w:rPr>
        <w:t xml:space="preserve"> de avizare a </w:t>
      </w:r>
      <w:proofErr w:type="spellStart"/>
      <w:r w:rsidRPr="00800FC9">
        <w:rPr>
          <w:rFonts w:ascii="Calibri" w:hAnsi="Calibri" w:cs="Calibri"/>
          <w:b/>
          <w:szCs w:val="22"/>
        </w:rPr>
        <w:t>lucrarilor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de </w:t>
      </w:r>
      <w:proofErr w:type="spellStart"/>
      <w:r w:rsidRPr="00800FC9">
        <w:rPr>
          <w:rFonts w:ascii="Calibri" w:hAnsi="Calibri" w:cs="Calibri"/>
          <w:b/>
          <w:szCs w:val="22"/>
        </w:rPr>
        <w:t>Inerventie</w:t>
      </w:r>
      <w:proofErr w:type="spellEnd"/>
      <w:r w:rsidRPr="00800FC9">
        <w:rPr>
          <w:rFonts w:ascii="Calibri" w:hAnsi="Calibri" w:cs="Calibri"/>
          <w:b/>
          <w:szCs w:val="22"/>
        </w:rPr>
        <w:t>/ SF cu elemente de DALI (</w:t>
      </w:r>
      <w:proofErr w:type="spellStart"/>
      <w:r w:rsidRPr="00800FC9">
        <w:rPr>
          <w:rFonts w:ascii="Calibri" w:hAnsi="Calibri" w:cs="Calibri"/>
          <w:b/>
          <w:szCs w:val="22"/>
        </w:rPr>
        <w:t>dupa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caz) si este </w:t>
      </w:r>
      <w:proofErr w:type="spellStart"/>
      <w:r w:rsidRPr="00800FC9">
        <w:rPr>
          <w:rFonts w:ascii="Calibri" w:hAnsi="Calibri" w:cs="Calibri"/>
          <w:b/>
          <w:szCs w:val="22"/>
        </w:rPr>
        <w:t>obligateriu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ca in memoriul </w:t>
      </w:r>
      <w:proofErr w:type="spellStart"/>
      <w:r w:rsidRPr="00800FC9">
        <w:rPr>
          <w:rFonts w:ascii="Calibri" w:hAnsi="Calibri" w:cs="Calibri"/>
          <w:b/>
          <w:szCs w:val="22"/>
        </w:rPr>
        <w:t>geral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al PT sa se prezinte </w:t>
      </w:r>
      <w:proofErr w:type="spellStart"/>
      <w:r w:rsidRPr="00800FC9">
        <w:rPr>
          <w:rFonts w:ascii="Calibri" w:hAnsi="Calibri" w:cs="Calibri"/>
          <w:b/>
          <w:szCs w:val="22"/>
        </w:rPr>
        <w:t>informatiile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din acest document care va fi anexat  si </w:t>
      </w:r>
      <w:proofErr w:type="spellStart"/>
      <w:r w:rsidRPr="00800FC9">
        <w:rPr>
          <w:rFonts w:ascii="Calibri" w:hAnsi="Calibri" w:cs="Calibri"/>
          <w:b/>
          <w:szCs w:val="22"/>
        </w:rPr>
        <w:t>opisat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integral la </w:t>
      </w:r>
      <w:proofErr w:type="spellStart"/>
      <w:r w:rsidRPr="00800FC9">
        <w:rPr>
          <w:rFonts w:ascii="Calibri" w:hAnsi="Calibri" w:cs="Calibri"/>
          <w:b/>
          <w:szCs w:val="22"/>
        </w:rPr>
        <w:t>documentatia</w:t>
      </w:r>
      <w:proofErr w:type="spellEnd"/>
      <w:r w:rsidRPr="00800FC9">
        <w:rPr>
          <w:rFonts w:ascii="Calibri" w:hAnsi="Calibri" w:cs="Calibri"/>
          <w:b/>
          <w:szCs w:val="22"/>
        </w:rPr>
        <w:t xml:space="preserve"> PT. </w:t>
      </w:r>
    </w:p>
    <w:p w14:paraId="6D3402DB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  <w:shd w:val="clear" w:color="auto" w:fill="FFFF00"/>
        </w:rPr>
      </w:pPr>
    </w:p>
    <w:p w14:paraId="7F5E7BF3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</w:p>
    <w:p w14:paraId="66C604CC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 xml:space="preserve">În cazul bifării cu NU la oricare din criterii proiectul se respinge. </w:t>
      </w:r>
    </w:p>
    <w:p w14:paraId="55B2F920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</w:p>
    <w:p w14:paraId="4E0C137F" w14:textId="77777777" w:rsidR="00AC4893" w:rsidRPr="00800FC9" w:rsidRDefault="00AC4893" w:rsidP="001B674D">
      <w:pPr>
        <w:jc w:val="both"/>
        <w:rPr>
          <w:rFonts w:ascii="Calibri" w:hAnsi="Calibri" w:cs="Calibri"/>
          <w:b/>
          <w:szCs w:val="22"/>
        </w:rPr>
      </w:pPr>
      <w:r w:rsidRPr="00800FC9">
        <w:rPr>
          <w:rFonts w:ascii="Calibri" w:hAnsi="Calibri" w:cs="Calibri"/>
          <w:b/>
          <w:szCs w:val="22"/>
        </w:rPr>
        <w:t>Se pot formula recomandări (cu precizarea explicita a momentului prevăzut pentru soluționarea acestora) cu excepția criteriilor 10 și 11 din cadrul secțiunii II.</w:t>
      </w:r>
    </w:p>
    <w:p w14:paraId="4054C4EE" w14:textId="77777777" w:rsidR="00AC4893" w:rsidRPr="00800FC9" w:rsidRDefault="00AC4893" w:rsidP="001B674D">
      <w:pPr>
        <w:pStyle w:val="BodyText"/>
        <w:rPr>
          <w:rFonts w:ascii="Calibri" w:hAnsi="Calibri" w:cs="Calibri"/>
          <w:b/>
          <w:szCs w:val="22"/>
        </w:rPr>
      </w:pPr>
    </w:p>
    <w:p w14:paraId="0F13B77B" w14:textId="77777777" w:rsidR="00522E43" w:rsidRPr="00800FC9" w:rsidRDefault="00522E43" w:rsidP="001B674D">
      <w:pPr>
        <w:jc w:val="both"/>
        <w:rPr>
          <w:rFonts w:ascii="Calibri" w:hAnsi="Calibri" w:cs="Calibri"/>
          <w:szCs w:val="22"/>
        </w:rPr>
      </w:pPr>
    </w:p>
    <w:sectPr w:rsidR="00522E43" w:rsidRPr="00800FC9" w:rsidSect="00C04AE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560" w:right="707" w:bottom="1985" w:left="851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F95C5" w14:textId="77777777" w:rsidR="008333ED" w:rsidRDefault="008333ED">
      <w:r>
        <w:separator/>
      </w:r>
    </w:p>
  </w:endnote>
  <w:endnote w:type="continuationSeparator" w:id="0">
    <w:p w14:paraId="663E29B9" w14:textId="77777777" w:rsidR="008333ED" w:rsidRDefault="0083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55238C" w14:paraId="61CB00D7" w14:textId="77777777">
      <w:trPr>
        <w:cantSplit/>
        <w:trHeight w:hRule="exact" w:val="340"/>
        <w:hidden/>
      </w:trPr>
      <w:tc>
        <w:tcPr>
          <w:tcW w:w="9210" w:type="dxa"/>
        </w:tcPr>
        <w:p w14:paraId="72BD4347" w14:textId="77777777" w:rsidR="0055238C" w:rsidRDefault="0055238C">
          <w:pPr>
            <w:pStyle w:val="Footer"/>
            <w:rPr>
              <w:vanish/>
              <w:sz w:val="20"/>
            </w:rPr>
          </w:pPr>
        </w:p>
      </w:tc>
    </w:tr>
  </w:tbl>
  <w:p w14:paraId="43EC104C" w14:textId="77777777" w:rsidR="0055238C" w:rsidRDefault="00E9236D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0288" behindDoc="0" locked="0" layoutInCell="1" allowOverlap="1" wp14:anchorId="5D31B99B" wp14:editId="57AA5848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09AE5A" wp14:editId="377297A0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C0239E2" w14:textId="77777777" w:rsidR="0055238C" w:rsidRPr="00C9311C" w:rsidRDefault="0055238C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09AE5A"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14:paraId="5C0239E2" w14:textId="77777777" w:rsidR="0055238C" w:rsidRPr="00C9311C" w:rsidRDefault="0055238C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422FA24D" wp14:editId="38724142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4EE6E2" w14:textId="77777777" w:rsidR="0055238C" w:rsidRPr="00F914B7" w:rsidRDefault="0055238C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22FA24D" id="Group 30" o:spid="_x0000_s1030" style="position:absolute;margin-left:-42.05pt;margin-top:-10.85pt;width:242.2pt;height:61.3pt;z-index:25165824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14:paraId="564EE6E2" w14:textId="77777777" w:rsidR="0055238C" w:rsidRPr="00F914B7" w:rsidRDefault="0055238C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23E604A" wp14:editId="7E00AC27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1AD4A" w14:textId="77777777" w:rsidR="0055238C" w:rsidRDefault="0055238C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0919D25" w14:textId="77777777" w:rsidR="0055238C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D463CD3" w14:textId="77777777" w:rsidR="0055238C" w:rsidRPr="00FA2B09" w:rsidRDefault="0055238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23E604A" id="Text Box 28" o:spid="_x0000_s1033" type="#_x0000_t202" style="position:absolute;margin-left:311.1pt;margin-top:-2.15pt;width:216.1pt;height:50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14:paraId="06F1AD4A" w14:textId="77777777" w:rsidR="0055238C" w:rsidRDefault="0055238C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0919D25" w14:textId="77777777" w:rsidR="0055238C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D463CD3" w14:textId="77777777" w:rsidR="0055238C" w:rsidRPr="00FA2B09" w:rsidRDefault="0055238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7216" behindDoc="0" locked="0" layoutInCell="1" allowOverlap="1" wp14:anchorId="7AD959FD" wp14:editId="7F5E28A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3A056E" w14:textId="77777777" w:rsidR="0055238C" w:rsidRDefault="0055238C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88A2E" w14:textId="77777777" w:rsidR="0055238C" w:rsidRDefault="00E9236D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5168" behindDoc="0" locked="0" layoutInCell="1" allowOverlap="1" wp14:anchorId="62C1ABFD" wp14:editId="3AEFEF43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21BABBD4" wp14:editId="13C4695E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BB571C" w14:textId="77777777" w:rsidR="0055238C" w:rsidRPr="00C9311C" w:rsidRDefault="0055238C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BABBD4"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14:paraId="03BB571C" w14:textId="77777777" w:rsidR="0055238C" w:rsidRPr="00C9311C" w:rsidRDefault="0055238C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3120" behindDoc="0" locked="0" layoutInCell="1" allowOverlap="1" wp14:anchorId="710AFB36" wp14:editId="4D542C12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E3C31B" w14:textId="77777777" w:rsidR="0055238C" w:rsidRPr="00F914B7" w:rsidRDefault="0055238C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10AFB36" id="Group 23" o:spid="_x0000_s1035" style="position:absolute;margin-left:-42.05pt;margin-top:-10.85pt;width:242.2pt;height:61.3pt;z-index:251653120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14:paraId="19E3C31B" w14:textId="77777777" w:rsidR="0055238C" w:rsidRPr="00F914B7" w:rsidRDefault="0055238C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312B8648" wp14:editId="6DCB4687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87629" w14:textId="77777777" w:rsidR="0055238C" w:rsidRDefault="0055238C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41D9DFA8" w14:textId="77777777" w:rsidR="0055238C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5E6604EC" w14:textId="77777777" w:rsidR="0055238C" w:rsidRPr="00FA2B09" w:rsidRDefault="0055238C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2B8648" id="Text Box 18" o:spid="_x0000_s1038" type="#_x0000_t202" style="position:absolute;margin-left:311.1pt;margin-top:-2.15pt;width:216.1pt;height:50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14:paraId="67F87629" w14:textId="77777777" w:rsidR="0055238C" w:rsidRDefault="0055238C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41D9DFA8" w14:textId="77777777" w:rsidR="0055238C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5E6604EC" w14:textId="77777777" w:rsidR="0055238C" w:rsidRPr="00FA2B09" w:rsidRDefault="0055238C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 wp14:anchorId="2A5DA919" wp14:editId="662CE7E4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D8D8A" w14:textId="77777777" w:rsidR="008333ED" w:rsidRDefault="008333ED">
      <w:r>
        <w:separator/>
      </w:r>
    </w:p>
  </w:footnote>
  <w:footnote w:type="continuationSeparator" w:id="0">
    <w:p w14:paraId="7DCB967F" w14:textId="77777777" w:rsidR="008333ED" w:rsidRDefault="008333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1D7C5" w14:textId="77777777" w:rsidR="0004589A" w:rsidRPr="0004589A" w:rsidRDefault="00E9236D">
    <w:pPr>
      <w:pStyle w:val="Header"/>
      <w:rPr>
        <w:color w:val="999999"/>
      </w:rPr>
    </w:pP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4B18CE45" wp14:editId="11AE0CE7">
              <wp:simplePos x="0" y="0"/>
              <wp:positionH relativeFrom="column">
                <wp:posOffset>5429250</wp:posOffset>
              </wp:positionH>
              <wp:positionV relativeFrom="paragraph">
                <wp:posOffset>-360045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C8FE6D" w14:textId="77777777" w:rsidR="0004589A" w:rsidRDefault="0004589A" w:rsidP="0004589A">
                            <w:pPr>
                              <w:spacing w:line="330" w:lineRule="auto"/>
                            </w:pPr>
                          </w:p>
                          <w:p w14:paraId="30D58B51" w14:textId="77777777" w:rsidR="0004589A" w:rsidRPr="00851382" w:rsidRDefault="0004589A" w:rsidP="0004589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B18CE45" id="Group 12" o:spid="_x0000_s1026" style="position:absolute;margin-left:427.5pt;margin-top:-28.3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63C8FE6D" w14:textId="77777777" w:rsidR="0004589A" w:rsidRDefault="0004589A" w:rsidP="0004589A">
                      <w:pPr>
                        <w:spacing w:line="330" w:lineRule="auto"/>
                      </w:pPr>
                    </w:p>
                    <w:p w14:paraId="30D58B51" w14:textId="77777777" w:rsidR="0004589A" w:rsidRPr="00851382" w:rsidRDefault="0004589A" w:rsidP="0004589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04589A" w:rsidRPr="00851382">
      <w:rPr>
        <w:color w:val="999999"/>
        <w:sz w:val="20"/>
        <w:szCs w:val="20"/>
      </w:rPr>
      <w:t xml:space="preserve">Pagina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PAGE </w:instrText>
    </w:r>
    <w:r w:rsidR="0004589A" w:rsidRPr="00851382">
      <w:rPr>
        <w:color w:val="999999"/>
        <w:sz w:val="20"/>
        <w:szCs w:val="20"/>
      </w:rPr>
      <w:fldChar w:fldCharType="separate"/>
    </w:r>
    <w:r w:rsidR="00DF1533">
      <w:rPr>
        <w:noProof/>
        <w:color w:val="999999"/>
        <w:sz w:val="20"/>
        <w:szCs w:val="20"/>
      </w:rPr>
      <w:t>8</w:t>
    </w:r>
    <w:r w:rsidR="0004589A" w:rsidRPr="00851382">
      <w:rPr>
        <w:color w:val="999999"/>
        <w:sz w:val="20"/>
        <w:szCs w:val="20"/>
      </w:rPr>
      <w:fldChar w:fldCharType="end"/>
    </w:r>
    <w:r w:rsidR="0004589A" w:rsidRPr="00851382">
      <w:rPr>
        <w:color w:val="999999"/>
        <w:sz w:val="20"/>
        <w:szCs w:val="20"/>
      </w:rPr>
      <w:t xml:space="preserve"> din </w:t>
    </w:r>
    <w:r w:rsidR="0004589A" w:rsidRPr="00851382">
      <w:rPr>
        <w:color w:val="999999"/>
        <w:sz w:val="20"/>
        <w:szCs w:val="20"/>
      </w:rPr>
      <w:fldChar w:fldCharType="begin"/>
    </w:r>
    <w:r w:rsidR="0004589A" w:rsidRPr="00851382">
      <w:rPr>
        <w:color w:val="999999"/>
        <w:sz w:val="20"/>
        <w:szCs w:val="20"/>
      </w:rPr>
      <w:instrText xml:space="preserve"> NUMPAGES </w:instrText>
    </w:r>
    <w:r w:rsidR="0004589A" w:rsidRPr="00851382">
      <w:rPr>
        <w:color w:val="999999"/>
        <w:sz w:val="20"/>
        <w:szCs w:val="20"/>
      </w:rPr>
      <w:fldChar w:fldCharType="separate"/>
    </w:r>
    <w:r w:rsidR="00DF1533">
      <w:rPr>
        <w:noProof/>
        <w:color w:val="999999"/>
        <w:sz w:val="20"/>
        <w:szCs w:val="20"/>
      </w:rPr>
      <w:t>8</w:t>
    </w:r>
    <w:r w:rsidR="0004589A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B5C0DD" w14:textId="77777777" w:rsidR="00C04AE4" w:rsidRDefault="00E9236D" w:rsidP="00C04AE4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 wp14:anchorId="5A49B414" wp14:editId="588E4C64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2336" behindDoc="0" locked="0" layoutInCell="1" allowOverlap="1" wp14:anchorId="66156C19" wp14:editId="5EE0D7C4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63360" behindDoc="0" locked="0" layoutInCell="1" allowOverlap="1" wp14:anchorId="72C26E7D" wp14:editId="2815AE05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04AE4">
      <w:t xml:space="preserve">   </w:t>
    </w:r>
    <w:r w:rsidR="00C04AE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81137E1"/>
    <w:multiLevelType w:val="multilevel"/>
    <w:tmpl w:val="FE20CB1C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9327D4C"/>
    <w:multiLevelType w:val="multilevel"/>
    <w:tmpl w:val="309E6AD8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236D"/>
    <w:multiLevelType w:val="hybridMultilevel"/>
    <w:tmpl w:val="A40A8E30"/>
    <w:lvl w:ilvl="0" w:tplc="04180003">
      <w:start w:val="1"/>
      <w:numFmt w:val="bullet"/>
      <w:lvlText w:val="o"/>
      <w:lvlJc w:val="left"/>
      <w:pPr>
        <w:ind w:left="467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18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7" w:hanging="360"/>
      </w:pPr>
      <w:rPr>
        <w:rFonts w:ascii="Wingdings" w:hAnsi="Wingdings" w:hint="default"/>
      </w:rPr>
    </w:lvl>
  </w:abstractNum>
  <w:abstractNum w:abstractNumId="6" w15:restartNumberingAfterBreak="0">
    <w:nsid w:val="1BE3773F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03E24"/>
    <w:multiLevelType w:val="multilevel"/>
    <w:tmpl w:val="45263EAC"/>
    <w:lvl w:ilvl="0">
      <w:numFmt w:val="bullet"/>
      <w:lvlText w:val="-"/>
      <w:lvlJc w:val="left"/>
      <w:pPr>
        <w:tabs>
          <w:tab w:val="num" w:pos="0"/>
        </w:tabs>
        <w:ind w:left="468" w:hanging="360"/>
      </w:pPr>
      <w:rPr>
        <w:rFonts w:ascii="Calibri" w:hAnsi="Calibri" w:cs="Calibri" w:hint="default"/>
        <w:color w:val="008000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09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72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36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99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26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89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2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8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9" w15:restartNumberingAfterBreak="0">
    <w:nsid w:val="2AE9745C"/>
    <w:multiLevelType w:val="multilevel"/>
    <w:tmpl w:val="92F2E66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2C880B97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15" w:hanging="360"/>
      </w:pPr>
    </w:lvl>
    <w:lvl w:ilvl="2" w:tplc="0418001B" w:tentative="1">
      <w:start w:val="1"/>
      <w:numFmt w:val="lowerRoman"/>
      <w:lvlText w:val="%3."/>
      <w:lvlJc w:val="right"/>
      <w:pPr>
        <w:ind w:left="1735" w:hanging="180"/>
      </w:pPr>
    </w:lvl>
    <w:lvl w:ilvl="3" w:tplc="0418000F" w:tentative="1">
      <w:start w:val="1"/>
      <w:numFmt w:val="decimal"/>
      <w:lvlText w:val="%4."/>
      <w:lvlJc w:val="left"/>
      <w:pPr>
        <w:ind w:left="2455" w:hanging="360"/>
      </w:pPr>
    </w:lvl>
    <w:lvl w:ilvl="4" w:tplc="04180019" w:tentative="1">
      <w:start w:val="1"/>
      <w:numFmt w:val="lowerLetter"/>
      <w:lvlText w:val="%5."/>
      <w:lvlJc w:val="left"/>
      <w:pPr>
        <w:ind w:left="3175" w:hanging="360"/>
      </w:pPr>
    </w:lvl>
    <w:lvl w:ilvl="5" w:tplc="0418001B" w:tentative="1">
      <w:start w:val="1"/>
      <w:numFmt w:val="lowerRoman"/>
      <w:lvlText w:val="%6."/>
      <w:lvlJc w:val="right"/>
      <w:pPr>
        <w:ind w:left="3895" w:hanging="180"/>
      </w:pPr>
    </w:lvl>
    <w:lvl w:ilvl="6" w:tplc="0418000F" w:tentative="1">
      <w:start w:val="1"/>
      <w:numFmt w:val="decimal"/>
      <w:lvlText w:val="%7."/>
      <w:lvlJc w:val="left"/>
      <w:pPr>
        <w:ind w:left="4615" w:hanging="360"/>
      </w:pPr>
    </w:lvl>
    <w:lvl w:ilvl="7" w:tplc="04180019" w:tentative="1">
      <w:start w:val="1"/>
      <w:numFmt w:val="lowerLetter"/>
      <w:lvlText w:val="%8."/>
      <w:lvlJc w:val="left"/>
      <w:pPr>
        <w:ind w:left="5335" w:hanging="360"/>
      </w:pPr>
    </w:lvl>
    <w:lvl w:ilvl="8" w:tplc="0418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DD50F55"/>
    <w:multiLevelType w:val="multilevel"/>
    <w:tmpl w:val="D908A546"/>
    <w:lvl w:ilvl="0">
      <w:numFmt w:val="bullet"/>
      <w:lvlText w:val="o"/>
      <w:lvlJc w:val="left"/>
      <w:pPr>
        <w:tabs>
          <w:tab w:val="num" w:pos="0"/>
        </w:tabs>
        <w:ind w:left="89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2E070CF7"/>
    <w:multiLevelType w:val="multilevel"/>
    <w:tmpl w:val="14FC4810"/>
    <w:lvl w:ilvl="0">
      <w:start w:val="1"/>
      <w:numFmt w:val="lowerLetter"/>
      <w:lvlText w:val="%1)"/>
      <w:lvlJc w:val="left"/>
      <w:pPr>
        <w:tabs>
          <w:tab w:val="num" w:pos="-718"/>
        </w:tabs>
        <w:ind w:left="110" w:hanging="360"/>
      </w:pPr>
      <w:rPr>
        <w:w w:val="99"/>
        <w:lang w:val="ro-RO" w:eastAsia="en-US" w:bidi="ar-SA"/>
      </w:rPr>
    </w:lvl>
    <w:lvl w:ilvl="1">
      <w:numFmt w:val="bullet"/>
      <w:lvlText w:val="-"/>
      <w:lvlJc w:val="left"/>
      <w:pPr>
        <w:tabs>
          <w:tab w:val="num" w:pos="-718"/>
        </w:tabs>
        <w:ind w:left="47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18"/>
        </w:tabs>
        <w:ind w:left="108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18"/>
        </w:tabs>
        <w:ind w:left="1709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18"/>
        </w:tabs>
        <w:ind w:left="2333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18"/>
        </w:tabs>
        <w:ind w:left="295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18"/>
        </w:tabs>
        <w:ind w:left="358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18"/>
        </w:tabs>
        <w:ind w:left="4205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18"/>
        </w:tabs>
        <w:ind w:left="4829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9B2DD3"/>
    <w:multiLevelType w:val="hybridMultilevel"/>
    <w:tmpl w:val="899CACB0"/>
    <w:lvl w:ilvl="0" w:tplc="04180003">
      <w:start w:val="1"/>
      <w:numFmt w:val="bullet"/>
      <w:lvlText w:val="o"/>
      <w:lvlJc w:val="left"/>
      <w:pPr>
        <w:ind w:left="1243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96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8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0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2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4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6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8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03" w:hanging="360"/>
      </w:pPr>
      <w:rPr>
        <w:rFonts w:ascii="Wingdings" w:hAnsi="Wingdings" w:hint="default"/>
      </w:rPr>
    </w:lvl>
  </w:abstractNum>
  <w:abstractNum w:abstractNumId="1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DA465D"/>
    <w:multiLevelType w:val="multilevel"/>
    <w:tmpl w:val="3D80C19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3F044D29"/>
    <w:multiLevelType w:val="multilevel"/>
    <w:tmpl w:val="D26882D0"/>
    <w:lvl w:ilvl="0">
      <w:numFmt w:val="bullet"/>
      <w:lvlText w:val="-"/>
      <w:lvlJc w:val="left"/>
      <w:pPr>
        <w:tabs>
          <w:tab w:val="num" w:pos="0"/>
        </w:tabs>
        <w:ind w:left="827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1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2" w15:restartNumberingAfterBreak="0">
    <w:nsid w:val="4D201391"/>
    <w:multiLevelType w:val="multilevel"/>
    <w:tmpl w:val="AF0870D0"/>
    <w:lvl w:ilvl="0">
      <w:start w:val="1"/>
      <w:numFmt w:val="bullet"/>
      <w:lvlText w:val=""/>
      <w:lvlJc w:val="left"/>
      <w:pPr>
        <w:tabs>
          <w:tab w:val="num" w:pos="0"/>
        </w:tabs>
        <w:ind w:left="883" w:hanging="360"/>
      </w:pPr>
      <w:rPr>
        <w:rFonts w:ascii="Symbol" w:hAnsi="Symbol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3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4" w15:restartNumberingAfterBreak="0">
    <w:nsid w:val="50EA7A64"/>
    <w:multiLevelType w:val="multilevel"/>
    <w:tmpl w:val="4FF28096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5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6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7" w15:restartNumberingAfterBreak="0">
    <w:nsid w:val="55D641B1"/>
    <w:multiLevelType w:val="multilevel"/>
    <w:tmpl w:val="C3A04F9E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8" w15:restartNumberingAfterBreak="0">
    <w:nsid w:val="59362D7B"/>
    <w:multiLevelType w:val="hybridMultilevel"/>
    <w:tmpl w:val="2C646148"/>
    <w:lvl w:ilvl="0" w:tplc="0418000F">
      <w:start w:val="1"/>
      <w:numFmt w:val="decimal"/>
      <w:lvlText w:val="%1."/>
      <w:lvlJc w:val="left"/>
      <w:pPr>
        <w:ind w:left="946" w:hanging="360"/>
      </w:pPr>
    </w:lvl>
    <w:lvl w:ilvl="1" w:tplc="04180019" w:tentative="1">
      <w:start w:val="1"/>
      <w:numFmt w:val="lowerLetter"/>
      <w:lvlText w:val="%2."/>
      <w:lvlJc w:val="left"/>
      <w:pPr>
        <w:ind w:left="1666" w:hanging="360"/>
      </w:pPr>
    </w:lvl>
    <w:lvl w:ilvl="2" w:tplc="0418001B" w:tentative="1">
      <w:start w:val="1"/>
      <w:numFmt w:val="lowerRoman"/>
      <w:lvlText w:val="%3."/>
      <w:lvlJc w:val="right"/>
      <w:pPr>
        <w:ind w:left="2386" w:hanging="180"/>
      </w:pPr>
    </w:lvl>
    <w:lvl w:ilvl="3" w:tplc="0418000F" w:tentative="1">
      <w:start w:val="1"/>
      <w:numFmt w:val="decimal"/>
      <w:lvlText w:val="%4."/>
      <w:lvlJc w:val="left"/>
      <w:pPr>
        <w:ind w:left="3106" w:hanging="360"/>
      </w:pPr>
    </w:lvl>
    <w:lvl w:ilvl="4" w:tplc="04180019" w:tentative="1">
      <w:start w:val="1"/>
      <w:numFmt w:val="lowerLetter"/>
      <w:lvlText w:val="%5."/>
      <w:lvlJc w:val="left"/>
      <w:pPr>
        <w:ind w:left="3826" w:hanging="360"/>
      </w:pPr>
    </w:lvl>
    <w:lvl w:ilvl="5" w:tplc="0418001B" w:tentative="1">
      <w:start w:val="1"/>
      <w:numFmt w:val="lowerRoman"/>
      <w:lvlText w:val="%6."/>
      <w:lvlJc w:val="right"/>
      <w:pPr>
        <w:ind w:left="4546" w:hanging="180"/>
      </w:pPr>
    </w:lvl>
    <w:lvl w:ilvl="6" w:tplc="0418000F" w:tentative="1">
      <w:start w:val="1"/>
      <w:numFmt w:val="decimal"/>
      <w:lvlText w:val="%7."/>
      <w:lvlJc w:val="left"/>
      <w:pPr>
        <w:ind w:left="5266" w:hanging="360"/>
      </w:pPr>
    </w:lvl>
    <w:lvl w:ilvl="7" w:tplc="04180019" w:tentative="1">
      <w:start w:val="1"/>
      <w:numFmt w:val="lowerLetter"/>
      <w:lvlText w:val="%8."/>
      <w:lvlJc w:val="left"/>
      <w:pPr>
        <w:ind w:left="5986" w:hanging="360"/>
      </w:pPr>
    </w:lvl>
    <w:lvl w:ilvl="8" w:tplc="0418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29" w15:restartNumberingAfterBreak="0">
    <w:nsid w:val="5DEA2647"/>
    <w:multiLevelType w:val="hybridMultilevel"/>
    <w:tmpl w:val="7EB8DDCA"/>
    <w:lvl w:ilvl="0" w:tplc="4300C85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587002"/>
    <w:multiLevelType w:val="multilevel"/>
    <w:tmpl w:val="9DECFC52"/>
    <w:lvl w:ilvl="0">
      <w:numFmt w:val="bullet"/>
      <w:lvlText w:val="o"/>
      <w:lvlJc w:val="left"/>
      <w:pPr>
        <w:tabs>
          <w:tab w:val="num" w:pos="0"/>
        </w:tabs>
        <w:ind w:left="899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4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8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6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6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4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9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3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1" w15:restartNumberingAfterBreak="0">
    <w:nsid w:val="60131361"/>
    <w:multiLevelType w:val="multilevel"/>
    <w:tmpl w:val="50706148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o"/>
      <w:lvlJc w:val="left"/>
      <w:pPr>
        <w:tabs>
          <w:tab w:val="num" w:pos="0"/>
        </w:tabs>
        <w:ind w:left="160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7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331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908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86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63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4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2" w15:restartNumberingAfterBreak="0">
    <w:nsid w:val="608C3396"/>
    <w:multiLevelType w:val="hybridMultilevel"/>
    <w:tmpl w:val="292AAD26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478AD"/>
    <w:multiLevelType w:val="multilevel"/>
    <w:tmpl w:val="B1688E10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6" w15:restartNumberingAfterBreak="0">
    <w:nsid w:val="6BA9780B"/>
    <w:multiLevelType w:val="multilevel"/>
    <w:tmpl w:val="272E590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39" w15:restartNumberingAfterBreak="0">
    <w:nsid w:val="77B06322"/>
    <w:multiLevelType w:val="multilevel"/>
    <w:tmpl w:val="AE520442"/>
    <w:lvl w:ilvl="0">
      <w:numFmt w:val="bullet"/>
      <w:lvlText w:val="o"/>
      <w:lvlJc w:val="left"/>
      <w:pPr>
        <w:tabs>
          <w:tab w:val="num" w:pos="0"/>
        </w:tabs>
        <w:ind w:left="811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6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46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0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56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11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6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21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0" w15:restartNumberingAfterBreak="0">
    <w:nsid w:val="798B1BB1"/>
    <w:multiLevelType w:val="hybridMultilevel"/>
    <w:tmpl w:val="34DC2C6C"/>
    <w:lvl w:ilvl="0" w:tplc="0418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D6A2A99"/>
    <w:multiLevelType w:val="multilevel"/>
    <w:tmpl w:val="DBF27364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2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3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4" w15:restartNumberingAfterBreak="0">
    <w:nsid w:val="7F872CBB"/>
    <w:multiLevelType w:val="hybridMultilevel"/>
    <w:tmpl w:val="C4D0EFE8"/>
    <w:lvl w:ilvl="0" w:tplc="0418000F">
      <w:start w:val="1"/>
      <w:numFmt w:val="decimal"/>
      <w:lvlText w:val="%1."/>
      <w:lvlJc w:val="left"/>
      <w:pPr>
        <w:ind w:left="785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4"/>
  </w:num>
  <w:num w:numId="6">
    <w:abstractNumId w:val="3"/>
  </w:num>
  <w:num w:numId="7">
    <w:abstractNumId w:val="33"/>
  </w:num>
  <w:num w:numId="8">
    <w:abstractNumId w:val="26"/>
  </w:num>
  <w:num w:numId="9">
    <w:abstractNumId w:val="42"/>
  </w:num>
  <w:num w:numId="10">
    <w:abstractNumId w:val="0"/>
  </w:num>
  <w:num w:numId="11">
    <w:abstractNumId w:val="21"/>
  </w:num>
  <w:num w:numId="12">
    <w:abstractNumId w:val="15"/>
  </w:num>
  <w:num w:numId="13">
    <w:abstractNumId w:val="23"/>
  </w:num>
  <w:num w:numId="14">
    <w:abstractNumId w:val="19"/>
  </w:num>
  <w:num w:numId="15">
    <w:abstractNumId w:val="38"/>
  </w:num>
  <w:num w:numId="16">
    <w:abstractNumId w:val="25"/>
  </w:num>
  <w:num w:numId="17">
    <w:abstractNumId w:val="8"/>
  </w:num>
  <w:num w:numId="18">
    <w:abstractNumId w:val="37"/>
  </w:num>
  <w:num w:numId="19">
    <w:abstractNumId w:val="43"/>
  </w:num>
  <w:num w:numId="20">
    <w:abstractNumId w:val="36"/>
  </w:num>
  <w:num w:numId="21">
    <w:abstractNumId w:val="32"/>
  </w:num>
  <w:num w:numId="22">
    <w:abstractNumId w:val="22"/>
  </w:num>
  <w:num w:numId="23">
    <w:abstractNumId w:val="31"/>
  </w:num>
  <w:num w:numId="24">
    <w:abstractNumId w:val="16"/>
  </w:num>
  <w:num w:numId="25">
    <w:abstractNumId w:val="35"/>
  </w:num>
  <w:num w:numId="26">
    <w:abstractNumId w:val="12"/>
  </w:num>
  <w:num w:numId="27">
    <w:abstractNumId w:val="40"/>
  </w:num>
  <w:num w:numId="28">
    <w:abstractNumId w:val="41"/>
  </w:num>
  <w:num w:numId="29">
    <w:abstractNumId w:val="9"/>
  </w:num>
  <w:num w:numId="30">
    <w:abstractNumId w:val="7"/>
  </w:num>
  <w:num w:numId="31">
    <w:abstractNumId w:val="1"/>
  </w:num>
  <w:num w:numId="32">
    <w:abstractNumId w:val="44"/>
  </w:num>
  <w:num w:numId="33">
    <w:abstractNumId w:val="10"/>
  </w:num>
  <w:num w:numId="34">
    <w:abstractNumId w:val="29"/>
  </w:num>
  <w:num w:numId="35">
    <w:abstractNumId w:val="5"/>
  </w:num>
  <w:num w:numId="36">
    <w:abstractNumId w:val="39"/>
  </w:num>
  <w:num w:numId="37">
    <w:abstractNumId w:val="20"/>
  </w:num>
  <w:num w:numId="38">
    <w:abstractNumId w:val="24"/>
  </w:num>
  <w:num w:numId="39">
    <w:abstractNumId w:val="30"/>
  </w:num>
  <w:num w:numId="40">
    <w:abstractNumId w:val="27"/>
  </w:num>
  <w:num w:numId="41">
    <w:abstractNumId w:val="18"/>
  </w:num>
  <w:num w:numId="42">
    <w:abstractNumId w:val="2"/>
  </w:num>
  <w:num w:numId="43">
    <w:abstractNumId w:val="28"/>
  </w:num>
  <w:num w:numId="44">
    <w:abstractNumId w:val="11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15620"/>
    <w:rsid w:val="00042265"/>
    <w:rsid w:val="0004589A"/>
    <w:rsid w:val="00072DDE"/>
    <w:rsid w:val="00080850"/>
    <w:rsid w:val="0009018B"/>
    <w:rsid w:val="00094830"/>
    <w:rsid w:val="00095D5B"/>
    <w:rsid w:val="000C2AAE"/>
    <w:rsid w:val="000D1115"/>
    <w:rsid w:val="001175F2"/>
    <w:rsid w:val="00134DEE"/>
    <w:rsid w:val="001357F6"/>
    <w:rsid w:val="00144BFD"/>
    <w:rsid w:val="00163AF4"/>
    <w:rsid w:val="001679F8"/>
    <w:rsid w:val="001726E9"/>
    <w:rsid w:val="001A637E"/>
    <w:rsid w:val="001B674D"/>
    <w:rsid w:val="001D154C"/>
    <w:rsid w:val="001D40CB"/>
    <w:rsid w:val="001D7627"/>
    <w:rsid w:val="001E7798"/>
    <w:rsid w:val="00273596"/>
    <w:rsid w:val="00275DCC"/>
    <w:rsid w:val="00284F7C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85DE3"/>
    <w:rsid w:val="0038681F"/>
    <w:rsid w:val="003E2E03"/>
    <w:rsid w:val="003F4311"/>
    <w:rsid w:val="00474F02"/>
    <w:rsid w:val="00507932"/>
    <w:rsid w:val="00522E43"/>
    <w:rsid w:val="005232F5"/>
    <w:rsid w:val="00523BEA"/>
    <w:rsid w:val="0053309D"/>
    <w:rsid w:val="0055238C"/>
    <w:rsid w:val="005705BF"/>
    <w:rsid w:val="005943DA"/>
    <w:rsid w:val="005A6B00"/>
    <w:rsid w:val="005C21C9"/>
    <w:rsid w:val="005C7AFF"/>
    <w:rsid w:val="005F26B9"/>
    <w:rsid w:val="00643AC4"/>
    <w:rsid w:val="00644F34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338F4"/>
    <w:rsid w:val="00744EC4"/>
    <w:rsid w:val="00754551"/>
    <w:rsid w:val="00776028"/>
    <w:rsid w:val="007A69A6"/>
    <w:rsid w:val="007C403D"/>
    <w:rsid w:val="00800FC9"/>
    <w:rsid w:val="008333ED"/>
    <w:rsid w:val="00851382"/>
    <w:rsid w:val="00861926"/>
    <w:rsid w:val="0088290B"/>
    <w:rsid w:val="008B3D4E"/>
    <w:rsid w:val="008C26CE"/>
    <w:rsid w:val="008E7688"/>
    <w:rsid w:val="008F4C84"/>
    <w:rsid w:val="00907D45"/>
    <w:rsid w:val="00931D5E"/>
    <w:rsid w:val="00935472"/>
    <w:rsid w:val="00936CF8"/>
    <w:rsid w:val="00937E7C"/>
    <w:rsid w:val="00955977"/>
    <w:rsid w:val="0095716B"/>
    <w:rsid w:val="009C6F66"/>
    <w:rsid w:val="009F239D"/>
    <w:rsid w:val="009F711B"/>
    <w:rsid w:val="009F75B4"/>
    <w:rsid w:val="00AC3124"/>
    <w:rsid w:val="00AC4893"/>
    <w:rsid w:val="00AE4990"/>
    <w:rsid w:val="00AF0DE7"/>
    <w:rsid w:val="00B15233"/>
    <w:rsid w:val="00B81BF6"/>
    <w:rsid w:val="00BB1052"/>
    <w:rsid w:val="00BD3175"/>
    <w:rsid w:val="00BD6FA5"/>
    <w:rsid w:val="00BF0D73"/>
    <w:rsid w:val="00C04AE4"/>
    <w:rsid w:val="00C05C7A"/>
    <w:rsid w:val="00C46F48"/>
    <w:rsid w:val="00C564B2"/>
    <w:rsid w:val="00C66FC3"/>
    <w:rsid w:val="00C72D22"/>
    <w:rsid w:val="00C82AD1"/>
    <w:rsid w:val="00C916A3"/>
    <w:rsid w:val="00C92E19"/>
    <w:rsid w:val="00CC6C98"/>
    <w:rsid w:val="00CE4F1E"/>
    <w:rsid w:val="00D01958"/>
    <w:rsid w:val="00D22014"/>
    <w:rsid w:val="00D251CC"/>
    <w:rsid w:val="00D344D3"/>
    <w:rsid w:val="00D368D4"/>
    <w:rsid w:val="00D546B8"/>
    <w:rsid w:val="00D94812"/>
    <w:rsid w:val="00D96085"/>
    <w:rsid w:val="00DD113C"/>
    <w:rsid w:val="00DF1533"/>
    <w:rsid w:val="00E32BBC"/>
    <w:rsid w:val="00E33130"/>
    <w:rsid w:val="00E3660B"/>
    <w:rsid w:val="00E615D2"/>
    <w:rsid w:val="00E753B1"/>
    <w:rsid w:val="00E9236D"/>
    <w:rsid w:val="00EB7F6D"/>
    <w:rsid w:val="00EC67EE"/>
    <w:rsid w:val="00ED5174"/>
    <w:rsid w:val="00EF6CD7"/>
    <w:rsid w:val="00F12E7F"/>
    <w:rsid w:val="00F167CD"/>
    <w:rsid w:val="00F5775A"/>
    <w:rsid w:val="00F97AE0"/>
    <w:rsid w:val="00FD2955"/>
    <w:rsid w:val="00FD5429"/>
    <w:rsid w:val="00FD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D839068"/>
  <w15:chartTrackingRefBased/>
  <w15:docId w15:val="{E6E6B1BC-722D-4E82-8F94-A8A423127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  <w:lang w:val="en-US" w:eastAsia="en-US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customStyle="1" w:styleId="Coninutcadru">
    <w:name w:val="Conținut cadru"/>
    <w:basedOn w:val="Normal"/>
    <w:qFormat/>
    <w:rsid w:val="00273596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04589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91A00-20C5-40F6-BA13-58D17DCAC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9</TotalTime>
  <Pages>9</Pages>
  <Words>2515</Words>
  <Characters>16322</Characters>
  <Application>Microsoft Office Word</Application>
  <DocSecurity>0</DocSecurity>
  <Lines>136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18800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6</cp:revision>
  <cp:lastPrinted>2023-07-13T11:28:00Z</cp:lastPrinted>
  <dcterms:created xsi:type="dcterms:W3CDTF">2023-05-26T10:15:00Z</dcterms:created>
  <dcterms:modified xsi:type="dcterms:W3CDTF">2023-07-13T11:29:00Z</dcterms:modified>
</cp:coreProperties>
</file>